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73C" w:rsidRDefault="00C660CB">
      <w:pPr>
        <w:pStyle w:val="Kop4"/>
        <w:rPr>
          <w:szCs w:val="28"/>
        </w:rPr>
      </w:pPr>
      <w:r>
        <w:rPr>
          <w:szCs w:val="28"/>
        </w:rPr>
        <w:t>BUITEN</w:t>
      </w:r>
      <w:r w:rsidR="00A0302D">
        <w:rPr>
          <w:szCs w:val="28"/>
        </w:rPr>
        <w:t>SPEELDAG</w:t>
      </w:r>
    </w:p>
    <w:p w:rsidR="00A0302D" w:rsidRDefault="00A0302D" w:rsidP="00A0302D"/>
    <w:p w:rsidR="00A0302D" w:rsidRDefault="00A0302D" w:rsidP="00A0302D">
      <w:pPr>
        <w:rPr>
          <w:b/>
          <w:sz w:val="24"/>
        </w:rPr>
      </w:pPr>
      <w:r>
        <w:rPr>
          <w:b/>
          <w:sz w:val="24"/>
        </w:rPr>
        <w:t xml:space="preserve">AANVRAAGFORMULIER : </w:t>
      </w:r>
      <w:r>
        <w:rPr>
          <w:b/>
          <w:sz w:val="24"/>
        </w:rPr>
        <w:tab/>
        <w:t>- subsidie</w:t>
      </w:r>
    </w:p>
    <w:p w:rsidR="00A0302D" w:rsidRPr="00A0302D" w:rsidRDefault="00A0302D" w:rsidP="00A0302D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- evenementenvergunning</w:t>
      </w:r>
    </w:p>
    <w:p w:rsidR="00A0302D" w:rsidRDefault="00A0302D" w:rsidP="00A0302D"/>
    <w:p w:rsidR="00A0302D" w:rsidRPr="00A0302D" w:rsidRDefault="00A0302D" w:rsidP="00A0302D"/>
    <w:p w:rsidR="00DB473C" w:rsidRDefault="00DB473C">
      <w:pPr>
        <w:rPr>
          <w:b/>
          <w:sz w:val="28"/>
          <w:u w:val="single"/>
        </w:rPr>
      </w:pPr>
    </w:p>
    <w:p w:rsidR="00DB473C" w:rsidRDefault="00B93B98">
      <w:pPr>
        <w:pStyle w:val="Koptekst"/>
        <w:tabs>
          <w:tab w:val="clear" w:pos="4536"/>
          <w:tab w:val="clear" w:pos="9072"/>
        </w:tabs>
        <w:rPr>
          <w:i/>
        </w:rPr>
      </w:pPr>
      <w:r>
        <w:rPr>
          <w:i/>
        </w:rPr>
        <w:t xml:space="preserve">Houdt u er rekening mee dat u de aanvraag voor </w:t>
      </w:r>
      <w:r w:rsidR="00C660CB">
        <w:rPr>
          <w:i/>
        </w:rPr>
        <w:t>buitenspeeldag</w:t>
      </w:r>
      <w:r>
        <w:rPr>
          <w:i/>
        </w:rPr>
        <w:t xml:space="preserve"> op tijd indient. </w:t>
      </w:r>
      <w:r w:rsidR="00DB473C">
        <w:rPr>
          <w:i/>
        </w:rPr>
        <w:t xml:space="preserve">Een aanvraag voor een </w:t>
      </w:r>
      <w:r w:rsidR="00A0302D">
        <w:rPr>
          <w:i/>
        </w:rPr>
        <w:t xml:space="preserve">subsidie en </w:t>
      </w:r>
      <w:r w:rsidR="00FF6F09">
        <w:rPr>
          <w:i/>
        </w:rPr>
        <w:t>evenement</w:t>
      </w:r>
      <w:r w:rsidR="00A0302D">
        <w:rPr>
          <w:i/>
        </w:rPr>
        <w:t xml:space="preserve">vergunning </w:t>
      </w:r>
      <w:r w:rsidR="00C660CB">
        <w:rPr>
          <w:i/>
        </w:rPr>
        <w:t>buitenspeeldag</w:t>
      </w:r>
      <w:r w:rsidR="00DB473C">
        <w:rPr>
          <w:i/>
        </w:rPr>
        <w:t xml:space="preserve"> moet</w:t>
      </w:r>
      <w:r w:rsidR="00FF6F09">
        <w:rPr>
          <w:i/>
        </w:rPr>
        <w:t xml:space="preserve"> ten minste </w:t>
      </w:r>
      <w:r w:rsidR="008C11AB">
        <w:rPr>
          <w:i/>
        </w:rPr>
        <w:t xml:space="preserve">zes weken </w:t>
      </w:r>
      <w:r w:rsidR="00FF6F09">
        <w:rPr>
          <w:i/>
        </w:rPr>
        <w:t xml:space="preserve">voor deze dag </w:t>
      </w:r>
      <w:r w:rsidR="00DB473C">
        <w:rPr>
          <w:i/>
        </w:rPr>
        <w:t>bij het</w:t>
      </w:r>
      <w:r w:rsidR="00FF6F09">
        <w:rPr>
          <w:i/>
        </w:rPr>
        <w:t xml:space="preserve"> gemeentebestuur zijn ingediend.</w:t>
      </w:r>
      <w:r>
        <w:rPr>
          <w:i/>
        </w:rPr>
        <w:t xml:space="preserve"> Dat betekent dat uw aanvraag voor</w:t>
      </w:r>
      <w:r w:rsidR="009A291C">
        <w:rPr>
          <w:i/>
        </w:rPr>
        <w:t xml:space="preserve"> de</w:t>
      </w:r>
      <w:r>
        <w:rPr>
          <w:i/>
        </w:rPr>
        <w:t xml:space="preserve"> </w:t>
      </w:r>
      <w:r w:rsidR="00C660CB">
        <w:rPr>
          <w:i/>
        </w:rPr>
        <w:t>buitenspeeldag</w:t>
      </w:r>
      <w:r w:rsidR="004378A0">
        <w:rPr>
          <w:i/>
        </w:rPr>
        <w:t xml:space="preserve"> van </w:t>
      </w:r>
      <w:r w:rsidR="005E0467">
        <w:rPr>
          <w:i/>
        </w:rPr>
        <w:t>8 juni 2016</w:t>
      </w:r>
      <w:r>
        <w:rPr>
          <w:i/>
        </w:rPr>
        <w:t xml:space="preserve"> </w:t>
      </w:r>
      <w:r w:rsidR="00161352">
        <w:rPr>
          <w:i/>
        </w:rPr>
        <w:t xml:space="preserve">voor </w:t>
      </w:r>
      <w:r w:rsidR="00222180">
        <w:rPr>
          <w:i/>
        </w:rPr>
        <w:t>27 april 2016</w:t>
      </w:r>
      <w:r w:rsidR="00A161D4">
        <w:rPr>
          <w:i/>
        </w:rPr>
        <w:t xml:space="preserve"> binnen moet zijn.</w:t>
      </w:r>
      <w:r w:rsidR="00C660CB">
        <w:rPr>
          <w:i/>
        </w:rPr>
        <w:t xml:space="preserve"> U kunt de aanvraag opsturen naar de gemeente, Postbus 10150, 4900 GB te Oosterhout, afdeling ISC, t.a.v. </w:t>
      </w:r>
      <w:smartTag w:uri="urn:schemas-microsoft-com:office:smarttags" w:element="PersonName">
        <w:r w:rsidR="00C660CB">
          <w:rPr>
            <w:i/>
          </w:rPr>
          <w:t>Lisette van Velthoven</w:t>
        </w:r>
      </w:smartTag>
      <w:r w:rsidR="00C660CB">
        <w:rPr>
          <w:i/>
        </w:rPr>
        <w:t>.</w:t>
      </w:r>
    </w:p>
    <w:p w:rsidR="00DB473C" w:rsidRDefault="008E4D13">
      <w:pPr>
        <w:pStyle w:val="Koptekst"/>
        <w:tabs>
          <w:tab w:val="clear" w:pos="4536"/>
          <w:tab w:val="clear" w:pos="9072"/>
        </w:tabs>
        <w:rPr>
          <w:i/>
        </w:rPr>
      </w:pPr>
      <w:r>
        <w:rPr>
          <w:i/>
        </w:rPr>
        <w:t xml:space="preserve">Let u erop dat het </w:t>
      </w:r>
      <w:r w:rsidR="00DB473C">
        <w:rPr>
          <w:i/>
        </w:rPr>
        <w:t>aanvraagformulier volledig is ingevuld</w:t>
      </w:r>
      <w:r w:rsidR="0005781C">
        <w:rPr>
          <w:i/>
        </w:rPr>
        <w:t xml:space="preserve"> en dat </w:t>
      </w:r>
      <w:r w:rsidR="00C660CB">
        <w:rPr>
          <w:i/>
        </w:rPr>
        <w:t xml:space="preserve">er </w:t>
      </w:r>
      <w:r w:rsidR="0005781C">
        <w:rPr>
          <w:i/>
        </w:rPr>
        <w:t xml:space="preserve">een </w:t>
      </w:r>
      <w:r w:rsidR="0005781C" w:rsidRPr="00F87087">
        <w:rPr>
          <w:b/>
          <w:i/>
          <w:color w:val="FF0000"/>
        </w:rPr>
        <w:t>situatietekening</w:t>
      </w:r>
      <w:r w:rsidR="0005781C">
        <w:rPr>
          <w:i/>
        </w:rPr>
        <w:t xml:space="preserve"> bij</w:t>
      </w:r>
      <w:r w:rsidR="00426E33">
        <w:rPr>
          <w:i/>
        </w:rPr>
        <w:t>ge</w:t>
      </w:r>
      <w:r w:rsidR="0005781C">
        <w:rPr>
          <w:i/>
        </w:rPr>
        <w:t>voegd</w:t>
      </w:r>
      <w:r w:rsidR="00C660CB">
        <w:rPr>
          <w:i/>
        </w:rPr>
        <w:t xml:space="preserve"> is</w:t>
      </w:r>
      <w:r>
        <w:rPr>
          <w:i/>
        </w:rPr>
        <w:t xml:space="preserve">. Is dat niet het geval, dan krijgt u </w:t>
      </w:r>
      <w:r w:rsidR="00DB473C">
        <w:rPr>
          <w:i/>
        </w:rPr>
        <w:t xml:space="preserve">de aanvraag </w:t>
      </w:r>
      <w:r>
        <w:rPr>
          <w:i/>
        </w:rPr>
        <w:t>terug, of u krijgt het</w:t>
      </w:r>
      <w:r w:rsidR="00DB473C">
        <w:rPr>
          <w:i/>
        </w:rPr>
        <w:t xml:space="preserve"> verzoek nadere informatie </w:t>
      </w:r>
      <w:r>
        <w:rPr>
          <w:i/>
        </w:rPr>
        <w:t xml:space="preserve">te sturen, waardoor </w:t>
      </w:r>
      <w:r w:rsidR="00DB473C">
        <w:rPr>
          <w:i/>
        </w:rPr>
        <w:t xml:space="preserve">de behandelingstermijn opschort. </w:t>
      </w:r>
      <w:r>
        <w:rPr>
          <w:i/>
        </w:rPr>
        <w:t xml:space="preserve">Om alles op tijd goed geregeld te krijgen, kunnen we alleen </w:t>
      </w:r>
      <w:r w:rsidR="00DB473C">
        <w:rPr>
          <w:b/>
          <w:i/>
        </w:rPr>
        <w:t xml:space="preserve">een volledige </w:t>
      </w:r>
      <w:r>
        <w:rPr>
          <w:b/>
          <w:i/>
        </w:rPr>
        <w:t xml:space="preserve">en tijdige </w:t>
      </w:r>
      <w:r w:rsidR="00DB473C">
        <w:rPr>
          <w:b/>
          <w:i/>
        </w:rPr>
        <w:t xml:space="preserve">aanvraag in behandeling </w:t>
      </w:r>
      <w:r>
        <w:rPr>
          <w:b/>
          <w:i/>
        </w:rPr>
        <w:t>nemen</w:t>
      </w:r>
      <w:r w:rsidR="00DB473C">
        <w:rPr>
          <w:b/>
          <w:i/>
        </w:rPr>
        <w:t>.</w:t>
      </w:r>
      <w:r w:rsidR="00DB473C">
        <w:rPr>
          <w:i/>
        </w:rPr>
        <w:t xml:space="preserve"> </w:t>
      </w:r>
    </w:p>
    <w:p w:rsidR="00DB473C" w:rsidRDefault="00DB473C">
      <w:pPr>
        <w:pStyle w:val="Koptekst"/>
        <w:tabs>
          <w:tab w:val="clear" w:pos="4536"/>
          <w:tab w:val="clear" w:pos="9072"/>
        </w:tabs>
      </w:pPr>
    </w:p>
    <w:p w:rsidR="00FF6F09" w:rsidRDefault="00FF6F09">
      <w:pPr>
        <w:pStyle w:val="Koptekst"/>
        <w:tabs>
          <w:tab w:val="clear" w:pos="4536"/>
          <w:tab w:val="clear" w:pos="9072"/>
        </w:tabs>
        <w:rPr>
          <w:b/>
        </w:rPr>
      </w:pPr>
    </w:p>
    <w:p w:rsidR="00DB473C" w:rsidRDefault="00A0302D">
      <w:pPr>
        <w:pStyle w:val="Koptekst"/>
        <w:tabs>
          <w:tab w:val="clear" w:pos="4536"/>
          <w:tab w:val="clear" w:pos="9072"/>
        </w:tabs>
        <w:rPr>
          <w:b/>
        </w:rPr>
      </w:pPr>
      <w:r>
        <w:rPr>
          <w:b/>
        </w:rPr>
        <w:t>I</w:t>
      </w:r>
      <w:r w:rsidR="001C48AB">
        <w:rPr>
          <w:b/>
        </w:rPr>
        <w:t>.</w:t>
      </w:r>
      <w:r w:rsidR="00DB473C">
        <w:rPr>
          <w:b/>
        </w:rPr>
        <w:tab/>
        <w:t>AANVRAGER / ORGANISATIE</w:t>
      </w:r>
    </w:p>
    <w:p w:rsidR="00DB473C" w:rsidRDefault="00DB473C">
      <w:pPr>
        <w:pStyle w:val="Koptekst"/>
        <w:tabs>
          <w:tab w:val="clear" w:pos="4536"/>
          <w:tab w:val="clear" w:pos="9072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10"/>
        <w:gridCol w:w="2987"/>
        <w:gridCol w:w="284"/>
        <w:gridCol w:w="5103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pStyle w:val="Koptekst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2987" w:type="dxa"/>
            <w:shd w:val="pct5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pct5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1</w:t>
            </w:r>
          </w:p>
        </w:tc>
        <w:tc>
          <w:tcPr>
            <w:tcW w:w="2987" w:type="dxa"/>
          </w:tcPr>
          <w:p w:rsidR="00DB473C" w:rsidRDefault="00DB473C">
            <w:r>
              <w:t>Naam organisator / organisatie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2</w:t>
            </w:r>
          </w:p>
        </w:tc>
        <w:tc>
          <w:tcPr>
            <w:tcW w:w="2987" w:type="dxa"/>
          </w:tcPr>
          <w:p w:rsidR="00DB473C" w:rsidRDefault="00DB473C">
            <w:r>
              <w:t>Adres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3</w:t>
            </w:r>
          </w:p>
        </w:tc>
        <w:tc>
          <w:tcPr>
            <w:tcW w:w="2987" w:type="dxa"/>
          </w:tcPr>
          <w:p w:rsidR="00DB473C" w:rsidRDefault="00DB473C">
            <w:r>
              <w:t>Postcode en woonplaats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4</w:t>
            </w:r>
          </w:p>
        </w:tc>
        <w:tc>
          <w:tcPr>
            <w:tcW w:w="2987" w:type="dxa"/>
          </w:tcPr>
          <w:p w:rsidR="00DB473C" w:rsidRDefault="00DB473C">
            <w:r>
              <w:t>Naam verantwoordelijk persoon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5</w:t>
            </w:r>
          </w:p>
        </w:tc>
        <w:tc>
          <w:tcPr>
            <w:tcW w:w="2987" w:type="dxa"/>
          </w:tcPr>
          <w:p w:rsidR="00DB473C" w:rsidRDefault="00DB473C">
            <w:r>
              <w:t>Functie binnen de organisatie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6</w:t>
            </w:r>
          </w:p>
        </w:tc>
        <w:tc>
          <w:tcPr>
            <w:tcW w:w="2987" w:type="dxa"/>
          </w:tcPr>
          <w:p w:rsidR="00DB473C" w:rsidRDefault="00DB473C">
            <w:pPr>
              <w:rPr>
                <w:b/>
              </w:rPr>
            </w:pPr>
            <w:r>
              <w:rPr>
                <w:b/>
              </w:rPr>
              <w:t>Te bereiken op: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tcBorders>
              <w:bottom w:val="dotted" w:sz="4" w:space="0" w:color="auto"/>
            </w:tcBorders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</w:tcPr>
          <w:p w:rsidR="00DB473C" w:rsidRDefault="00DB473C">
            <w:r>
              <w:t>Telefoon : - Privé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</w:tcPr>
          <w:p w:rsidR="00DB473C" w:rsidRDefault="00DB473C">
            <w:r>
              <w:t xml:space="preserve">                 - Tijdens kantooruren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  <w:tcBorders>
              <w:top w:val="dotted" w:sz="4" w:space="0" w:color="auto"/>
              <w:bottom w:val="dotted" w:sz="4" w:space="0" w:color="auto"/>
            </w:tcBorders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tcBorders>
              <w:top w:val="dotted" w:sz="4" w:space="0" w:color="auto"/>
            </w:tcBorders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7</w:t>
            </w:r>
          </w:p>
        </w:tc>
        <w:tc>
          <w:tcPr>
            <w:tcW w:w="2987" w:type="dxa"/>
          </w:tcPr>
          <w:p w:rsidR="00DB473C" w:rsidRDefault="00DB473C">
            <w:r>
              <w:t>E-mailadres / Faxnummer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>
            <w:r>
              <w:t xml:space="preserve">                                              /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8</w:t>
            </w:r>
          </w:p>
        </w:tc>
        <w:tc>
          <w:tcPr>
            <w:tcW w:w="2987" w:type="dxa"/>
          </w:tcPr>
          <w:p w:rsidR="00DB473C" w:rsidRDefault="00DB473C">
            <w:r>
              <w:t xml:space="preserve">Contactpersoon tijdens </w:t>
            </w:r>
            <w:r w:rsidR="00C660CB">
              <w:t>buitenspeeldag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>
            <w:r>
              <w:t>Naam: ……………………………………………………..</w:t>
            </w:r>
          </w:p>
          <w:p w:rsidR="00DB473C" w:rsidRDefault="00B72536">
            <w:r>
              <w:t>Mobiel t</w:t>
            </w:r>
            <w:r w:rsidR="001C48AB">
              <w:t xml:space="preserve">e bereiken tijdens </w:t>
            </w:r>
            <w:r w:rsidR="00C660CB">
              <w:t>buitenspeeldag</w:t>
            </w:r>
            <w:r w:rsidR="00DB473C">
              <w:t xml:space="preserve"> op : …………………</w:t>
            </w:r>
            <w:r w:rsidR="00482640">
              <w:t>……………………………………………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A0302D" w:rsidTr="00C85BA6">
        <w:tblPrEx>
          <w:tblCellMar>
            <w:top w:w="0" w:type="dxa"/>
            <w:bottom w:w="0" w:type="dxa"/>
          </w:tblCellMar>
        </w:tblPrEx>
        <w:tc>
          <w:tcPr>
            <w:tcW w:w="310" w:type="dxa"/>
            <w:shd w:val="clear" w:color="auto" w:fill="FFCC99"/>
          </w:tcPr>
          <w:p w:rsidR="00A0302D" w:rsidRPr="00FF6F09" w:rsidRDefault="00A0302D" w:rsidP="00CB243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987" w:type="dxa"/>
          </w:tcPr>
          <w:p w:rsidR="00A0302D" w:rsidRDefault="00A0302D" w:rsidP="00CB2430">
            <w:r>
              <w:t>Bank- of gironummer</w:t>
            </w:r>
          </w:p>
        </w:tc>
        <w:tc>
          <w:tcPr>
            <w:tcW w:w="284" w:type="dxa"/>
            <w:shd w:val="clear" w:color="auto" w:fill="FFCC99"/>
          </w:tcPr>
          <w:p w:rsidR="00A0302D" w:rsidRDefault="00A0302D" w:rsidP="00CB2430">
            <w:r>
              <w:t>:</w:t>
            </w:r>
          </w:p>
        </w:tc>
        <w:tc>
          <w:tcPr>
            <w:tcW w:w="5103" w:type="dxa"/>
          </w:tcPr>
          <w:p w:rsidR="00A0302D" w:rsidRDefault="00A0302D" w:rsidP="00CB2430"/>
        </w:tc>
        <w:tc>
          <w:tcPr>
            <w:tcW w:w="284" w:type="dxa"/>
            <w:shd w:val="clear" w:color="auto" w:fill="FFCC99"/>
          </w:tcPr>
          <w:p w:rsidR="00A0302D" w:rsidRDefault="00A0302D" w:rsidP="00CB2430"/>
        </w:tc>
      </w:tr>
      <w:tr w:rsidR="00A0302D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310" w:type="dxa"/>
            <w:shd w:val="clear" w:color="auto" w:fill="FFCC99"/>
          </w:tcPr>
          <w:p w:rsidR="00A0302D" w:rsidRPr="00FF6F09" w:rsidRDefault="00A0302D" w:rsidP="00CB2430">
            <w:pPr>
              <w:rPr>
                <w:b/>
              </w:rPr>
            </w:pPr>
          </w:p>
        </w:tc>
        <w:tc>
          <w:tcPr>
            <w:tcW w:w="2987" w:type="dxa"/>
            <w:shd w:val="clear" w:color="auto" w:fill="FFCC99"/>
          </w:tcPr>
          <w:p w:rsidR="00A0302D" w:rsidRDefault="00A0302D" w:rsidP="00CB2430"/>
        </w:tc>
        <w:tc>
          <w:tcPr>
            <w:tcW w:w="284" w:type="dxa"/>
            <w:shd w:val="clear" w:color="auto" w:fill="FFCC99"/>
          </w:tcPr>
          <w:p w:rsidR="00A0302D" w:rsidRDefault="00A0302D" w:rsidP="00CB2430"/>
        </w:tc>
        <w:tc>
          <w:tcPr>
            <w:tcW w:w="5103" w:type="dxa"/>
            <w:shd w:val="clear" w:color="auto" w:fill="FFCC99"/>
          </w:tcPr>
          <w:p w:rsidR="00A0302D" w:rsidRDefault="00A0302D" w:rsidP="00CB2430"/>
        </w:tc>
        <w:tc>
          <w:tcPr>
            <w:tcW w:w="284" w:type="dxa"/>
            <w:shd w:val="clear" w:color="auto" w:fill="FFCC99"/>
          </w:tcPr>
          <w:p w:rsidR="00A0302D" w:rsidRDefault="00A0302D" w:rsidP="00CB2430"/>
        </w:tc>
      </w:tr>
    </w:tbl>
    <w:p w:rsidR="008E1F18" w:rsidRDefault="008E1F18"/>
    <w:p w:rsidR="00A0302D" w:rsidRDefault="00A0302D" w:rsidP="00A0302D">
      <w:pPr>
        <w:pStyle w:val="Kop3"/>
        <w:tabs>
          <w:tab w:val="left" w:pos="720"/>
        </w:tabs>
        <w:spacing w:before="0" w:after="0"/>
      </w:pPr>
      <w:r>
        <w:t xml:space="preserve">II. </w:t>
      </w:r>
      <w:r>
        <w:tab/>
        <w:t>AANVRAAG SUBSIDIE</w:t>
      </w:r>
    </w:p>
    <w:p w:rsidR="00536E7C" w:rsidRDefault="00536E7C" w:rsidP="00536E7C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84"/>
        <w:gridCol w:w="3266"/>
        <w:gridCol w:w="240"/>
        <w:gridCol w:w="4894"/>
        <w:gridCol w:w="284"/>
      </w:tblGrid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pStyle w:val="Koptekst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  <w:r w:rsidRPr="00FF6F09">
              <w:rPr>
                <w:b/>
              </w:rPr>
              <w:t>1</w:t>
            </w:r>
          </w:p>
        </w:tc>
        <w:tc>
          <w:tcPr>
            <w:tcW w:w="3266" w:type="dxa"/>
          </w:tcPr>
          <w:p w:rsidR="00536E7C" w:rsidRDefault="00536E7C" w:rsidP="00CB2430">
            <w:r>
              <w:t>Aantal deelnemende kinderen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/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  <w:r w:rsidRPr="00FF6F09">
              <w:rPr>
                <w:b/>
              </w:rPr>
              <w:t>2</w:t>
            </w:r>
          </w:p>
        </w:tc>
        <w:tc>
          <w:tcPr>
            <w:tcW w:w="3266" w:type="dxa"/>
          </w:tcPr>
          <w:p w:rsidR="00536E7C" w:rsidRDefault="00536E7C" w:rsidP="00CB2430">
            <w:r>
              <w:t>Wel</w:t>
            </w:r>
            <w:r w:rsidR="00482640">
              <w:t>k</w:t>
            </w:r>
            <w:r>
              <w:t xml:space="preserve"> subsidiebedrag vraagt u aan de gemeente Oosterhout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/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4378A0" w:rsidP="00CB2430">
            <w:r>
              <w:t>€</w:t>
            </w:r>
          </w:p>
          <w:p w:rsidR="00536E7C" w:rsidRPr="004378A0" w:rsidRDefault="004378A0" w:rsidP="00CB2430">
            <w:pPr>
              <w:rPr>
                <w:i/>
                <w:sz w:val="18"/>
                <w:szCs w:val="18"/>
              </w:rPr>
            </w:pPr>
            <w:r w:rsidRPr="004378A0">
              <w:rPr>
                <w:i/>
                <w:sz w:val="18"/>
                <w:szCs w:val="18"/>
              </w:rPr>
              <w:t>Tot 250 kinderen is dit € 500 en daarboven € 750</w:t>
            </w:r>
          </w:p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/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482640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  <w:r w:rsidRPr="00FF6F09">
              <w:rPr>
                <w:b/>
              </w:rPr>
              <w:t>3</w:t>
            </w:r>
          </w:p>
        </w:tc>
        <w:tc>
          <w:tcPr>
            <w:tcW w:w="3266" w:type="dxa"/>
          </w:tcPr>
          <w:p w:rsidR="00536E7C" w:rsidRDefault="00536E7C" w:rsidP="00CB2430">
            <w:r>
              <w:t>Is er aan fondsverwerving gedaan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536E7C" w:rsidP="00CB2430">
            <w:r>
              <w:t>…………………………………………………………......</w:t>
            </w:r>
          </w:p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482640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</w:tcPr>
          <w:p w:rsidR="00536E7C" w:rsidRDefault="00536E7C" w:rsidP="00CB2430">
            <w:r>
              <w:t>Zo ja, welke ?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8E1F18" w:rsidP="00CB2430">
            <w:r>
              <w:t>……………………………………………………………..</w:t>
            </w:r>
          </w:p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8400" w:type="dxa"/>
            <w:gridSpan w:val="3"/>
          </w:tcPr>
          <w:p w:rsidR="00536E7C" w:rsidRPr="00536E7C" w:rsidRDefault="00536E7C" w:rsidP="008E1F18">
            <w:pPr>
              <w:jc w:val="center"/>
              <w:rPr>
                <w:sz w:val="18"/>
                <w:szCs w:val="18"/>
              </w:rPr>
            </w:pPr>
            <w:r w:rsidRPr="00536E7C">
              <w:rPr>
                <w:i/>
                <w:sz w:val="18"/>
                <w:szCs w:val="18"/>
              </w:rPr>
              <w:t>(bedragen s.v.p.</w:t>
            </w:r>
            <w:r>
              <w:rPr>
                <w:i/>
                <w:sz w:val="18"/>
                <w:szCs w:val="18"/>
              </w:rPr>
              <w:t xml:space="preserve"> opnemen in de begroting)</w:t>
            </w:r>
          </w:p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/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  <w:r w:rsidRPr="00FF6F09">
              <w:rPr>
                <w:b/>
              </w:rPr>
              <w:t>4</w:t>
            </w:r>
          </w:p>
        </w:tc>
        <w:tc>
          <w:tcPr>
            <w:tcW w:w="3266" w:type="dxa"/>
          </w:tcPr>
          <w:p w:rsidR="00536E7C" w:rsidRDefault="00536E7C" w:rsidP="00CB2430">
            <w:r>
              <w:t>Hoe worden mensen met een functiebeperking in staat gesteld aan de activiteiten deel te nemen ?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536E7C" w:rsidP="00CB2430">
            <w: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/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  <w:r w:rsidRPr="00FF6F09">
              <w:rPr>
                <w:b/>
              </w:rPr>
              <w:t>5</w:t>
            </w:r>
          </w:p>
        </w:tc>
        <w:tc>
          <w:tcPr>
            <w:tcW w:w="3266" w:type="dxa"/>
          </w:tcPr>
          <w:p w:rsidR="00536E7C" w:rsidRDefault="008E1F18" w:rsidP="00CB2430">
            <w:r>
              <w:t>Hoe werft u deelnemers ?</w:t>
            </w:r>
          </w:p>
        </w:tc>
        <w:tc>
          <w:tcPr>
            <w:tcW w:w="240" w:type="dxa"/>
            <w:shd w:val="clear" w:color="auto" w:fill="FFCC99"/>
          </w:tcPr>
          <w:p w:rsidR="00536E7C" w:rsidRDefault="00536E7C" w:rsidP="00CB2430">
            <w:r>
              <w:t>:</w:t>
            </w:r>
          </w:p>
        </w:tc>
        <w:tc>
          <w:tcPr>
            <w:tcW w:w="4894" w:type="dxa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  <w:tr w:rsidR="00536E7C" w:rsidTr="00B92BA9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284" w:type="dxa"/>
            <w:shd w:val="clear" w:color="auto" w:fill="FFCC99"/>
          </w:tcPr>
          <w:p w:rsidR="00536E7C" w:rsidRPr="00FF6F09" w:rsidRDefault="00536E7C" w:rsidP="00CB2430">
            <w:pPr>
              <w:rPr>
                <w:b/>
              </w:rPr>
            </w:pPr>
          </w:p>
        </w:tc>
        <w:tc>
          <w:tcPr>
            <w:tcW w:w="3266" w:type="dxa"/>
            <w:shd w:val="clear" w:color="auto" w:fill="FFCC99"/>
          </w:tcPr>
          <w:p w:rsidR="00536E7C" w:rsidRDefault="00536E7C" w:rsidP="00CB2430"/>
        </w:tc>
        <w:tc>
          <w:tcPr>
            <w:tcW w:w="240" w:type="dxa"/>
            <w:shd w:val="clear" w:color="auto" w:fill="FFCC99"/>
          </w:tcPr>
          <w:p w:rsidR="00536E7C" w:rsidRDefault="00536E7C" w:rsidP="00CB2430"/>
        </w:tc>
        <w:tc>
          <w:tcPr>
            <w:tcW w:w="4894" w:type="dxa"/>
            <w:shd w:val="clear" w:color="auto" w:fill="FFCC99"/>
          </w:tcPr>
          <w:p w:rsidR="00536E7C" w:rsidRDefault="00536E7C" w:rsidP="00CB2430"/>
        </w:tc>
        <w:tc>
          <w:tcPr>
            <w:tcW w:w="284" w:type="dxa"/>
            <w:shd w:val="clear" w:color="auto" w:fill="FFCC99"/>
          </w:tcPr>
          <w:p w:rsidR="00536E7C" w:rsidRDefault="00536E7C" w:rsidP="00CB2430"/>
        </w:tc>
      </w:tr>
    </w:tbl>
    <w:p w:rsidR="00536E7C" w:rsidRPr="00536E7C" w:rsidRDefault="00536E7C" w:rsidP="00536E7C"/>
    <w:p w:rsidR="008E1F18" w:rsidRDefault="008E1F18">
      <w:pPr>
        <w:pStyle w:val="Kop3"/>
        <w:tabs>
          <w:tab w:val="left" w:pos="720"/>
        </w:tabs>
        <w:spacing w:before="0" w:after="0"/>
      </w:pPr>
      <w:r>
        <w:t>III.</w:t>
      </w:r>
      <w:r>
        <w:tab/>
        <w:t>AANVRAAG EVENEMENENTENVERGUNNING</w:t>
      </w:r>
    </w:p>
    <w:p w:rsidR="008E1F18" w:rsidRDefault="008E1F18">
      <w:pPr>
        <w:pStyle w:val="Kop3"/>
        <w:tabs>
          <w:tab w:val="left" w:pos="720"/>
        </w:tabs>
        <w:spacing w:before="0" w:after="0"/>
      </w:pPr>
    </w:p>
    <w:p w:rsidR="00DB473C" w:rsidRDefault="008E1F18">
      <w:pPr>
        <w:pStyle w:val="Kop3"/>
        <w:tabs>
          <w:tab w:val="left" w:pos="720"/>
        </w:tabs>
        <w:spacing w:before="0" w:after="0"/>
      </w:pPr>
      <w:r>
        <w:t>A</w:t>
      </w:r>
      <w:r w:rsidR="00FF6F09">
        <w:t>.</w:t>
      </w:r>
      <w:r w:rsidR="00DB473C">
        <w:t xml:space="preserve"> </w:t>
      </w:r>
      <w:r w:rsidR="00DB473C">
        <w:tab/>
      </w:r>
      <w:r>
        <w:t>Locatie, duur en verwacht aantal bezoekers van het evenement</w:t>
      </w:r>
      <w:r w:rsidR="00DB473C">
        <w:t xml:space="preserve"> </w:t>
      </w:r>
      <w:r w:rsidR="00DB473C">
        <w:rPr>
          <w:vertAlign w:val="superscript"/>
        </w:rPr>
        <w:t>*</w:t>
      </w:r>
    </w:p>
    <w:p w:rsidR="00DB473C" w:rsidRDefault="00DB473C">
      <w:pPr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920"/>
        <w:gridCol w:w="284"/>
        <w:gridCol w:w="5103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92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20" w:type="dxa"/>
          </w:tcPr>
          <w:p w:rsidR="00DB473C" w:rsidRPr="00FF6F09" w:rsidRDefault="00DB473C">
            <w:r w:rsidRPr="00FF6F09">
              <w:t>Locatie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>
            <w:r>
              <w:t>GEBOUW  /  TERREIN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Pr="00FF6F09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2</w:t>
            </w:r>
          </w:p>
        </w:tc>
        <w:tc>
          <w:tcPr>
            <w:tcW w:w="2920" w:type="dxa"/>
          </w:tcPr>
          <w:p w:rsidR="00DB473C" w:rsidRPr="00FF6F09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 w:rsidRPr="00FF6F09">
              <w:t>Naam (gebouw) + Adres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1</w:t>
            </w:r>
          </w:p>
        </w:tc>
        <w:tc>
          <w:tcPr>
            <w:tcW w:w="5103" w:type="dxa"/>
            <w:tcBorders>
              <w:bottom w:val="dotted" w:sz="4" w:space="0" w:color="auto"/>
            </w:tcBorders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</w:tcPr>
          <w:p w:rsidR="00DB473C" w:rsidRPr="00FF6F09" w:rsidRDefault="00DB473C"/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2</w:t>
            </w:r>
          </w:p>
        </w:tc>
        <w:tc>
          <w:tcPr>
            <w:tcW w:w="5103" w:type="dxa"/>
            <w:tcBorders>
              <w:top w:val="dotted" w:sz="4" w:space="0" w:color="auto"/>
            </w:tcBorders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8307" w:type="dxa"/>
            <w:gridSpan w:val="3"/>
          </w:tcPr>
          <w:p w:rsidR="00DB473C" w:rsidRDefault="00DB473C">
            <w:r>
              <w:sym w:font="Wingdings" w:char="F06F"/>
            </w:r>
            <w:r>
              <w:t xml:space="preserve"> Gemeente eigendom      </w:t>
            </w:r>
            <w:r>
              <w:sym w:font="Wingdings" w:char="F06F"/>
            </w:r>
            <w:r>
              <w:t xml:space="preserve"> particulier eigendom      /       </w:t>
            </w:r>
            <w:r>
              <w:sym w:font="Wingdings" w:char="F06F"/>
            </w:r>
            <w:r>
              <w:t xml:space="preserve"> verhard     </w:t>
            </w:r>
            <w:r>
              <w:sym w:font="Wingdings" w:char="F06F"/>
            </w:r>
            <w:r>
              <w:t xml:space="preserve"> onverhard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8307" w:type="dxa"/>
            <w:gridSpan w:val="3"/>
          </w:tcPr>
          <w:p w:rsidR="00DB473C" w:rsidRDefault="00DB473C">
            <w:r>
              <w:t>Heeft u toestemming van de eigenaar van het gebouw / terrein  :   O  Ja  O  Neen   O Nvt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20" w:type="dxa"/>
          </w:tcPr>
          <w:p w:rsidR="00DB473C" w:rsidRPr="00FF6F09" w:rsidRDefault="00DB473C">
            <w:r w:rsidRPr="00FF6F09">
              <w:t xml:space="preserve">Duur van </w:t>
            </w:r>
            <w:r w:rsidR="001C48AB">
              <w:t xml:space="preserve">de </w:t>
            </w:r>
            <w:r w:rsidR="00C660CB">
              <w:t>buitenspeeldag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>
            <w:r>
              <w:t xml:space="preserve">                   Dag(en)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4</w:t>
            </w:r>
          </w:p>
        </w:tc>
        <w:tc>
          <w:tcPr>
            <w:tcW w:w="8307" w:type="dxa"/>
            <w:gridSpan w:val="3"/>
            <w:tcBorders>
              <w:bottom w:val="dotted" w:sz="4" w:space="0" w:color="auto"/>
            </w:tcBorders>
          </w:tcPr>
          <w:p w:rsidR="00DB473C" w:rsidRDefault="00DB473C">
            <w:r w:rsidRPr="00FF6F09">
              <w:t>Datum:</w:t>
            </w:r>
            <w:r>
              <w:t xml:space="preserve">                                                   van                                 tot                                  uur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8307" w:type="dxa"/>
            <w:gridSpan w:val="3"/>
            <w:tcBorders>
              <w:top w:val="dotted" w:sz="4" w:space="0" w:color="auto"/>
            </w:tcBorders>
          </w:tcPr>
          <w:p w:rsidR="00DB473C" w:rsidRDefault="00DB473C">
            <w:r>
              <w:t>Datum:                                                   van                                 tot                                  uur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FF6F0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20" w:type="dxa"/>
          </w:tcPr>
          <w:p w:rsidR="00DB473C" w:rsidRPr="00FF6F09" w:rsidRDefault="00DB473C">
            <w:r w:rsidRPr="00FF6F09">
              <w:t>Aantal verwachte bezoekers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5103" w:type="dxa"/>
          </w:tcPr>
          <w:p w:rsidR="00DB473C" w:rsidRDefault="00DB473C">
            <w:r>
              <w:t xml:space="preserve">Totaal                        :                   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92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rPr>
          <w:b/>
        </w:rPr>
      </w:pPr>
    </w:p>
    <w:p w:rsidR="00A92FE7" w:rsidRDefault="00A92FE7">
      <w:pPr>
        <w:rPr>
          <w:b/>
        </w:rPr>
      </w:pPr>
    </w:p>
    <w:p w:rsidR="00DB473C" w:rsidRDefault="00DB473C" w:rsidP="008E1F18">
      <w:pPr>
        <w:pStyle w:val="Kop3"/>
        <w:numPr>
          <w:ilvl w:val="0"/>
          <w:numId w:val="50"/>
        </w:numPr>
        <w:spacing w:before="0" w:after="0"/>
        <w:ind w:hanging="720"/>
      </w:pPr>
      <w:r>
        <w:t>A</w:t>
      </w:r>
      <w:r w:rsidR="008E1F18">
        <w:t>ctiviteiten en voorzieningen</w:t>
      </w:r>
      <w:r>
        <w:t xml:space="preserve"> </w:t>
      </w:r>
    </w:p>
    <w:p w:rsidR="00DB473C" w:rsidRDefault="00DB473C">
      <w:pPr>
        <w:rPr>
          <w:b/>
        </w:rPr>
      </w:pPr>
    </w:p>
    <w:p w:rsidR="00DB473C" w:rsidRDefault="00DB473C">
      <w:pPr>
        <w:pStyle w:val="Plattetekst"/>
      </w:pPr>
      <w:r>
        <w:t xml:space="preserve">De organisator dient hier aan te geven welke activiteiten tijdens </w:t>
      </w:r>
      <w:r w:rsidR="001C48AB">
        <w:t xml:space="preserve">de </w:t>
      </w:r>
      <w:r w:rsidR="00C660CB">
        <w:t>buitenspeeldag</w:t>
      </w:r>
      <w:r>
        <w:t xml:space="preserve"> worden georganiseerd en welke voorzieningen hij hiervoor wil treffen. Indien u een vraag met ja beantwoordt, dient u de bij deze vraag behorende bijlage in te vullen.</w:t>
      </w:r>
    </w:p>
    <w:p w:rsidR="00DB473C" w:rsidRDefault="00DB473C">
      <w:pPr>
        <w:pStyle w:val="Plattetekst"/>
      </w:pPr>
    </w:p>
    <w:p w:rsidR="00DB473C" w:rsidRDefault="00DB473C">
      <w:pPr>
        <w:pStyle w:val="Plattetekst"/>
        <w:rPr>
          <w:b/>
        </w:rPr>
      </w:pPr>
      <w:r>
        <w:rPr>
          <w:b/>
        </w:rPr>
        <w:t xml:space="preserve">Voorzieningen : Welke opstallen worden tijdens </w:t>
      </w:r>
      <w:r w:rsidR="001C48AB">
        <w:rPr>
          <w:b/>
        </w:rPr>
        <w:t xml:space="preserve">de </w:t>
      </w:r>
      <w:r w:rsidR="00C660CB">
        <w:rPr>
          <w:b/>
        </w:rPr>
        <w:t>buitenspeeldag</w:t>
      </w:r>
      <w:r w:rsidR="001C48AB">
        <w:rPr>
          <w:b/>
        </w:rPr>
        <w:t xml:space="preserve"> </w:t>
      </w:r>
      <w:r>
        <w:rPr>
          <w:b/>
        </w:rPr>
        <w:t>geplaatst ?</w:t>
      </w:r>
    </w:p>
    <w:p w:rsidR="00DB473C" w:rsidRDefault="00DB473C">
      <w:pPr>
        <w:pStyle w:val="Plattetekst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720"/>
        <w:gridCol w:w="240"/>
        <w:gridCol w:w="4294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pStyle w:val="Koptekst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1</w:t>
            </w:r>
          </w:p>
        </w:tc>
        <w:tc>
          <w:tcPr>
            <w:tcW w:w="3720" w:type="dxa"/>
          </w:tcPr>
          <w:p w:rsidR="00DB473C" w:rsidRDefault="00DB473C">
            <w:r>
              <w:t>Tenten (</w:t>
            </w:r>
            <w:r w:rsidR="00FF6F09">
              <w:t>inclusief</w:t>
            </w:r>
            <w:r>
              <w:t xml:space="preserve"> partytenten)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1-</w:t>
            </w:r>
            <w:smartTag w:uri="urn:schemas-microsoft-com:office:smarttags" w:element="metricconverter">
              <w:smartTagPr>
                <w:attr w:name="ProductID" w:val="4 in"/>
              </w:smartTagPr>
              <w:r w:rsidR="001C48AB">
                <w:t>4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2</w:t>
            </w:r>
          </w:p>
        </w:tc>
        <w:tc>
          <w:tcPr>
            <w:tcW w:w="3720" w:type="dxa"/>
          </w:tcPr>
          <w:p w:rsidR="00DB473C" w:rsidRDefault="00DB473C">
            <w:r>
              <w:t>Podia / tribunes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1-</w:t>
            </w:r>
            <w:smartTag w:uri="urn:schemas-microsoft-com:office:smarttags" w:element="metricconverter">
              <w:smartTagPr>
                <w:attr w:name="ProductID" w:val="4 in"/>
              </w:smartTagPr>
              <w:r w:rsidR="001C48AB">
                <w:t>4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3</w:t>
            </w:r>
          </w:p>
        </w:tc>
        <w:tc>
          <w:tcPr>
            <w:tcW w:w="3720" w:type="dxa"/>
          </w:tcPr>
          <w:p w:rsidR="00DB473C" w:rsidRDefault="00DB473C">
            <w:r>
              <w:t>Kramen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(vul bijlage </w:t>
            </w:r>
            <w:r w:rsidR="008E1F18">
              <w:t>B</w:t>
            </w:r>
            <w:r w:rsidR="001C48AB">
              <w:t xml:space="preserve"> 1-</w:t>
            </w:r>
            <w:smartTag w:uri="urn:schemas-microsoft-com:office:smarttags" w:element="metricconverter">
              <w:smartTagPr>
                <w:attr w:name="ProductID" w:val="4 in"/>
              </w:smartTagPr>
              <w:r w:rsidR="001C48AB">
                <w:t>4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4</w:t>
            </w:r>
          </w:p>
        </w:tc>
        <w:tc>
          <w:tcPr>
            <w:tcW w:w="3720" w:type="dxa"/>
          </w:tcPr>
          <w:p w:rsidR="00DB473C" w:rsidRDefault="00DB473C">
            <w:r>
              <w:t>Mobiele verkoopwagens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(vul bijlage </w:t>
            </w:r>
            <w:r w:rsidR="008E1F18">
              <w:t>B</w:t>
            </w:r>
            <w:r w:rsidR="001C48AB">
              <w:t xml:space="preserve"> 1-</w:t>
            </w:r>
            <w:smartTag w:uri="urn:schemas-microsoft-com:office:smarttags" w:element="metricconverter">
              <w:smartTagPr>
                <w:attr w:name="ProductID" w:val="4 in"/>
              </w:smartTagPr>
              <w:r w:rsidR="001C48AB">
                <w:t>4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5</w:t>
            </w:r>
          </w:p>
        </w:tc>
        <w:tc>
          <w:tcPr>
            <w:tcW w:w="3720" w:type="dxa"/>
          </w:tcPr>
          <w:p w:rsidR="00DB473C" w:rsidRDefault="00DB473C">
            <w:r>
              <w:t>Overige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 Ja (vul bijlage </w:t>
            </w:r>
            <w:r w:rsidR="008E1F18">
              <w:t>B</w:t>
            </w:r>
            <w:r w:rsidR="001C48AB">
              <w:t xml:space="preserve"> 5-</w:t>
            </w:r>
            <w:smartTag w:uri="urn:schemas-microsoft-com:office:smarttags" w:element="metricconverter">
              <w:smartTagPr>
                <w:attr w:name="ProductID" w:val="7 in"/>
              </w:smartTagPr>
              <w:r w:rsidR="001C48AB">
                <w:t>7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rPr>
          <w:b/>
        </w:rPr>
      </w:pPr>
      <w:r>
        <w:rPr>
          <w:b/>
        </w:rPr>
        <w:t xml:space="preserve">  </w:t>
      </w:r>
    </w:p>
    <w:p w:rsidR="00DB473C" w:rsidRDefault="00DB473C">
      <w:pPr>
        <w:pStyle w:val="Plattetekst"/>
        <w:rPr>
          <w:b/>
        </w:rPr>
      </w:pPr>
      <w:r>
        <w:rPr>
          <w:b/>
        </w:rPr>
        <w:t>Activiteiten : Welke activiteiten vinden er tijdens het evenement plaats ?</w:t>
      </w:r>
    </w:p>
    <w:p w:rsidR="00DB473C" w:rsidRDefault="00DB473C">
      <w:pPr>
        <w:pStyle w:val="Plattetekst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720"/>
        <w:gridCol w:w="240"/>
        <w:gridCol w:w="4294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pStyle w:val="Koptekst"/>
              <w:tabs>
                <w:tab w:val="clear" w:pos="4536"/>
                <w:tab w:val="clear" w:pos="9072"/>
              </w:tabs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  <w:r w:rsidRPr="00FF6F09">
              <w:rPr>
                <w:b/>
              </w:rPr>
              <w:t>6</w:t>
            </w:r>
          </w:p>
        </w:tc>
        <w:tc>
          <w:tcPr>
            <w:tcW w:w="3720" w:type="dxa"/>
          </w:tcPr>
          <w:p w:rsidR="00DB473C" w:rsidRDefault="00DB473C">
            <w:r>
              <w:t>Muziek activiteiten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5-</w:t>
            </w:r>
            <w:smartTag w:uri="urn:schemas-microsoft-com:office:smarttags" w:element="metricconverter">
              <w:smartTagPr>
                <w:attr w:name="ProductID" w:val="7 in"/>
              </w:smartTagPr>
              <w:r w:rsidR="001C48AB">
                <w:t>7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FF6F09" w:rsidRDefault="00FF6F0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720" w:type="dxa"/>
            <w:shd w:val="clear" w:color="auto" w:fill="FFFFFF"/>
          </w:tcPr>
          <w:p w:rsidR="00DB473C" w:rsidRDefault="00DB473C">
            <w:r>
              <w:t>Koken, bakken, braden en dergelijke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  <w:shd w:val="clear" w:color="auto" w:fill="FFFFFF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5-</w:t>
            </w:r>
            <w:smartTag w:uri="urn:schemas-microsoft-com:office:smarttags" w:element="metricconverter">
              <w:smartTagPr>
                <w:attr w:name="ProductID" w:val="7 in"/>
              </w:smartTagPr>
              <w:r w:rsidR="001C48AB">
                <w:t>7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FF6F09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rPr>
          <w:b/>
          <w:i w:val="0"/>
        </w:rPr>
      </w:pPr>
    </w:p>
    <w:p w:rsidR="00DB473C" w:rsidRDefault="00DB473C">
      <w:pPr>
        <w:pStyle w:val="Plattetekst"/>
        <w:rPr>
          <w:b/>
        </w:rPr>
      </w:pPr>
      <w:r>
        <w:rPr>
          <w:b/>
        </w:rPr>
        <w:t xml:space="preserve">Overige voorzieningen en maatregelen die nodig zijn in het kader van openbare orde, veiligheid en milieuzorg </w:t>
      </w:r>
    </w:p>
    <w:p w:rsidR="00DB473C" w:rsidRDefault="00DB473C">
      <w:pPr>
        <w:pStyle w:val="Plattetekst"/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720"/>
        <w:gridCol w:w="240"/>
        <w:gridCol w:w="4294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5A0292" w:rsidRDefault="005A0292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20" w:type="dxa"/>
          </w:tcPr>
          <w:p w:rsidR="00DB473C" w:rsidRDefault="00DB473C">
            <w:r>
              <w:t>Verkeer</w:t>
            </w:r>
            <w:r w:rsidR="00A92FE7">
              <w:t>s</w:t>
            </w:r>
            <w:r>
              <w:t>maatregelen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8-</w:t>
            </w:r>
            <w:smartTag w:uri="urn:schemas-microsoft-com:office:smarttags" w:element="metricconverter">
              <w:smartTagPr>
                <w:attr w:name="ProductID" w:val="10 in"/>
              </w:smartTagPr>
              <w:r w:rsidR="001C48AB">
                <w:t>10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5A0292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Pr="005A0292" w:rsidRDefault="005A0292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720" w:type="dxa"/>
          </w:tcPr>
          <w:p w:rsidR="00DB473C" w:rsidRDefault="00DB473C">
            <w:r>
              <w:t>Veiligheid, toezicht</w:t>
            </w:r>
            <w:r w:rsidR="00A92FE7">
              <w:t xml:space="preserve"> en EHBO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294" w:type="dxa"/>
          </w:tcPr>
          <w:p w:rsidR="00DB473C" w:rsidRDefault="00DB473C"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8-</w:t>
            </w:r>
            <w:smartTag w:uri="urn:schemas-microsoft-com:office:smarttags" w:element="metricconverter">
              <w:smartTagPr>
                <w:attr w:name="ProductID" w:val="10 in"/>
              </w:smartTagPr>
              <w:r w:rsidR="001C48AB">
                <w:t>10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Pr="005A0292" w:rsidRDefault="00DB473C">
            <w:pPr>
              <w:rPr>
                <w:b/>
              </w:rPr>
            </w:pPr>
          </w:p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Pr="00C85BA6" w:rsidRDefault="005A0292">
            <w:pPr>
              <w:rPr>
                <w:b/>
                <w:szCs w:val="20"/>
              </w:rPr>
            </w:pPr>
            <w:r w:rsidRPr="00C85BA6">
              <w:rPr>
                <w:b/>
                <w:szCs w:val="20"/>
              </w:rPr>
              <w:t>10</w:t>
            </w:r>
          </w:p>
        </w:tc>
        <w:tc>
          <w:tcPr>
            <w:tcW w:w="3720" w:type="dxa"/>
          </w:tcPr>
          <w:p w:rsidR="00DB473C" w:rsidRDefault="00A92FE7">
            <w:pPr>
              <w:pStyle w:val="Koptekst"/>
              <w:tabs>
                <w:tab w:val="clear" w:pos="4536"/>
                <w:tab w:val="clear" w:pos="9072"/>
              </w:tabs>
            </w:pPr>
            <w:r>
              <w:t xml:space="preserve">Milieuzorg (Afval </w:t>
            </w:r>
            <w:r w:rsidR="00DB473C">
              <w:t>e.d.)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:</w:t>
            </w:r>
          </w:p>
        </w:tc>
        <w:tc>
          <w:tcPr>
            <w:tcW w:w="4294" w:type="dxa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sym w:font="Wingdings" w:char="F06F"/>
            </w:r>
            <w:r>
              <w:t xml:space="preserve"> Neen   </w:t>
            </w:r>
            <w:r>
              <w:sym w:font="Wingdings" w:char="F06F"/>
            </w:r>
            <w:r>
              <w:t xml:space="preserve"> Ja  (vul bijlage </w:t>
            </w:r>
            <w:r w:rsidR="008E1F18">
              <w:t>B</w:t>
            </w:r>
            <w:r w:rsidR="001C48AB">
              <w:t xml:space="preserve"> 8-</w:t>
            </w:r>
            <w:smartTag w:uri="urn:schemas-microsoft-com:office:smarttags" w:element="metricconverter">
              <w:smartTagPr>
                <w:attr w:name="ProductID" w:val="10 in"/>
              </w:smartTagPr>
              <w:r w:rsidR="001C48AB">
                <w:t>10</w:t>
              </w:r>
              <w:r>
                <w:t xml:space="preserve"> in</w:t>
              </w:r>
            </w:smartTag>
            <w:r>
              <w:t>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>
            <w:pPr>
              <w:pStyle w:val="Koptekst"/>
            </w:pPr>
          </w:p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372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29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C85BA6" w:rsidRDefault="00C85BA6" w:rsidP="00C85BA6">
      <w:pPr>
        <w:spacing w:line="80" w:lineRule="exac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867"/>
        <w:gridCol w:w="284"/>
        <w:gridCol w:w="5103"/>
        <w:gridCol w:w="284"/>
      </w:tblGrid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rPr>
                <w:b/>
              </w:rPr>
            </w:pPr>
          </w:p>
        </w:tc>
        <w:tc>
          <w:tcPr>
            <w:tcW w:w="8254" w:type="dxa"/>
            <w:gridSpan w:val="3"/>
          </w:tcPr>
          <w:p w:rsidR="00DB473C" w:rsidRDefault="00DB473C">
            <w:pPr>
              <w:pStyle w:val="Kop6"/>
            </w:pPr>
            <w:r>
              <w:t>Toelichting:</w:t>
            </w:r>
          </w:p>
          <w:p w:rsidR="00DB473C" w:rsidRDefault="005A0292">
            <w:pPr>
              <w:pStyle w:val="Kop6"/>
            </w:pPr>
            <w:r>
              <w:t xml:space="preserve">Voorzieningen en activiteiten dienen te voldoen aan de brandveiligheidsvoorschriften van de Brandweer.  Bij de vergunning zullen deze voorschriften worden bijgevoegd </w:t>
            </w:r>
            <w:r w:rsidR="00DB473C">
              <w:t xml:space="preserve"> 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86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rPr>
                <w:b/>
              </w:rPr>
            </w:pPr>
          </w:p>
        </w:tc>
        <w:tc>
          <w:tcPr>
            <w:tcW w:w="8254" w:type="dxa"/>
            <w:gridSpan w:val="3"/>
          </w:tcPr>
          <w:p w:rsidR="00DB473C" w:rsidRDefault="005A0292">
            <w:pPr>
              <w:pStyle w:val="Kop6"/>
            </w:pPr>
            <w:r>
              <w:t>Indien wegen worden afgesloten en / of attributen op de openbare weg  worden geplaatst  dienen hiervan  situatietekeninge</w:t>
            </w:r>
            <w:r w:rsidR="00A92FE7">
              <w:t xml:space="preserve">n op schaal te </w:t>
            </w:r>
            <w:r>
              <w:t xml:space="preserve"> worden </w:t>
            </w:r>
            <w:r w:rsidR="008C11AB">
              <w:t>overlegd.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C85BA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/>
        </w:tc>
        <w:tc>
          <w:tcPr>
            <w:tcW w:w="2867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5103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tabs>
          <w:tab w:val="left" w:pos="720"/>
        </w:tabs>
        <w:rPr>
          <w:b/>
          <w:i w:val="0"/>
        </w:rPr>
      </w:pPr>
    </w:p>
    <w:p w:rsidR="008E1F18" w:rsidRDefault="008E1F18">
      <w:pPr>
        <w:pStyle w:val="Plattetekst"/>
        <w:tabs>
          <w:tab w:val="left" w:pos="720"/>
        </w:tabs>
        <w:rPr>
          <w:b/>
          <w:i w:val="0"/>
        </w:rPr>
      </w:pPr>
    </w:p>
    <w:p w:rsidR="008E1F18" w:rsidRDefault="008E1F18">
      <w:pPr>
        <w:pStyle w:val="Plattetekst"/>
        <w:tabs>
          <w:tab w:val="left" w:pos="720"/>
        </w:tabs>
        <w:rPr>
          <w:b/>
          <w:i w:val="0"/>
        </w:rPr>
      </w:pPr>
    </w:p>
    <w:p w:rsidR="008E1F18" w:rsidRDefault="008E1F18">
      <w:pPr>
        <w:pStyle w:val="Plattetekst"/>
        <w:tabs>
          <w:tab w:val="left" w:pos="720"/>
        </w:tabs>
        <w:rPr>
          <w:b/>
          <w:i w:val="0"/>
        </w:rPr>
      </w:pPr>
    </w:p>
    <w:p w:rsidR="008E1F18" w:rsidRDefault="008E1F18">
      <w:pPr>
        <w:pStyle w:val="Plattetekst"/>
        <w:tabs>
          <w:tab w:val="left" w:pos="720"/>
        </w:tabs>
        <w:rPr>
          <w:b/>
          <w:i w:val="0"/>
        </w:rPr>
      </w:pPr>
    </w:p>
    <w:p w:rsidR="00DB473C" w:rsidRDefault="00DB473C" w:rsidP="008E1F18">
      <w:pPr>
        <w:pStyle w:val="Plattetekst"/>
        <w:numPr>
          <w:ilvl w:val="0"/>
          <w:numId w:val="50"/>
        </w:numPr>
        <w:ind w:hanging="720"/>
        <w:rPr>
          <w:b/>
          <w:i w:val="0"/>
        </w:rPr>
      </w:pPr>
      <w:r>
        <w:rPr>
          <w:b/>
          <w:i w:val="0"/>
        </w:rPr>
        <w:lastRenderedPageBreak/>
        <w:t>E</w:t>
      </w:r>
      <w:r w:rsidR="008E1F18">
        <w:rPr>
          <w:b/>
          <w:i w:val="0"/>
        </w:rPr>
        <w:t>ventuele vragen, opmerkingen en nadere toelichting</w:t>
      </w:r>
      <w:r>
        <w:rPr>
          <w:b/>
          <w:i w:val="0"/>
        </w:rPr>
        <w:t>.</w:t>
      </w:r>
    </w:p>
    <w:p w:rsidR="00DB473C" w:rsidRDefault="00DB473C">
      <w:pPr>
        <w:pStyle w:val="Plattetekst"/>
        <w:rPr>
          <w:b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1"/>
      </w:tblGrid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DB473C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DB473C" w:rsidRDefault="00DB473C">
            <w:pPr>
              <w:pStyle w:val="Plattetekst"/>
              <w:rPr>
                <w:b/>
                <w:i w:val="0"/>
              </w:rPr>
            </w:pPr>
          </w:p>
        </w:tc>
      </w:tr>
      <w:tr w:rsidR="008E1F18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8E1F18" w:rsidRDefault="008E1F18">
            <w:pPr>
              <w:pStyle w:val="Plattetekst"/>
              <w:rPr>
                <w:b/>
                <w:i w:val="0"/>
              </w:rPr>
            </w:pPr>
          </w:p>
        </w:tc>
      </w:tr>
      <w:tr w:rsidR="008E1F18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8E1F18" w:rsidRDefault="008E1F18">
            <w:pPr>
              <w:pStyle w:val="Plattetekst"/>
              <w:rPr>
                <w:b/>
                <w:i w:val="0"/>
              </w:rPr>
            </w:pPr>
          </w:p>
        </w:tc>
      </w:tr>
      <w:tr w:rsidR="008E1F18">
        <w:tblPrEx>
          <w:tblCellMar>
            <w:top w:w="0" w:type="dxa"/>
            <w:bottom w:w="0" w:type="dxa"/>
          </w:tblCellMar>
        </w:tblPrEx>
        <w:tc>
          <w:tcPr>
            <w:tcW w:w="9211" w:type="dxa"/>
          </w:tcPr>
          <w:p w:rsidR="008E1F18" w:rsidRDefault="008E1F18">
            <w:pPr>
              <w:pStyle w:val="Plattetekst"/>
              <w:rPr>
                <w:b/>
                <w:i w:val="0"/>
              </w:rPr>
            </w:pPr>
          </w:p>
        </w:tc>
      </w:tr>
    </w:tbl>
    <w:p w:rsidR="008C11AB" w:rsidRDefault="008C11AB">
      <w:pPr>
        <w:pStyle w:val="Plattetekst"/>
        <w:rPr>
          <w:b/>
          <w:i w:val="0"/>
        </w:rPr>
      </w:pPr>
    </w:p>
    <w:p w:rsidR="00DB473C" w:rsidRDefault="00DB473C">
      <w:pPr>
        <w:pStyle w:val="Plattetekst"/>
        <w:rPr>
          <w:b/>
          <w:i w:val="0"/>
        </w:rPr>
      </w:pPr>
      <w:r>
        <w:rPr>
          <w:b/>
          <w:i w:val="0"/>
        </w:rPr>
        <w:t xml:space="preserve">In uw eigen belang maken wij u er nogmaals op attent dat een complete aanvraag uiterlijk </w:t>
      </w:r>
      <w:r w:rsidR="008C11AB">
        <w:rPr>
          <w:b/>
          <w:i w:val="0"/>
        </w:rPr>
        <w:t>6</w:t>
      </w:r>
      <w:r>
        <w:rPr>
          <w:b/>
          <w:i w:val="0"/>
        </w:rPr>
        <w:t xml:space="preserve"> weken voor de datum van </w:t>
      </w:r>
      <w:r w:rsidR="001C48AB">
        <w:rPr>
          <w:b/>
          <w:i w:val="0"/>
        </w:rPr>
        <w:t xml:space="preserve">de </w:t>
      </w:r>
      <w:r w:rsidR="00C660CB">
        <w:rPr>
          <w:b/>
          <w:i w:val="0"/>
        </w:rPr>
        <w:t>buitenspeeldag</w:t>
      </w:r>
      <w:r>
        <w:rPr>
          <w:b/>
          <w:i w:val="0"/>
        </w:rPr>
        <w:t xml:space="preserve"> ingeleverd moet zijn, inclusief de vereiste bijlagen</w:t>
      </w:r>
      <w:r w:rsidR="009A3A81">
        <w:rPr>
          <w:b/>
          <w:i w:val="0"/>
        </w:rPr>
        <w:t xml:space="preserve"> (situatietekening)</w:t>
      </w:r>
      <w:r>
        <w:rPr>
          <w:b/>
          <w:i w:val="0"/>
        </w:rPr>
        <w:t>. Aanvragen die niet op tijd zijn ingediend kunnen wij niet in behandeling nemen.</w:t>
      </w:r>
    </w:p>
    <w:p w:rsidR="00DB473C" w:rsidRDefault="00DB473C">
      <w:pPr>
        <w:pStyle w:val="Plattetekst"/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0"/>
        <w:gridCol w:w="1821"/>
        <w:gridCol w:w="170"/>
        <w:gridCol w:w="129"/>
        <w:gridCol w:w="160"/>
        <w:gridCol w:w="170"/>
        <w:gridCol w:w="150"/>
        <w:gridCol w:w="160"/>
        <w:gridCol w:w="1391"/>
        <w:gridCol w:w="170"/>
        <w:gridCol w:w="284"/>
        <w:gridCol w:w="170"/>
        <w:gridCol w:w="465"/>
        <w:gridCol w:w="160"/>
        <w:gridCol w:w="320"/>
        <w:gridCol w:w="160"/>
        <w:gridCol w:w="880"/>
        <w:gridCol w:w="170"/>
        <w:gridCol w:w="1310"/>
        <w:gridCol w:w="160"/>
        <w:gridCol w:w="325"/>
        <w:gridCol w:w="160"/>
      </w:tblGrid>
      <w:tr w:rsidR="00DB473C" w:rsidTr="00FD366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19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1821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170" w:type="dxa"/>
            <w:shd w:val="clear" w:color="auto" w:fill="FFCC99"/>
          </w:tcPr>
          <w:p w:rsidR="00DB473C" w:rsidRDefault="00DB473C"/>
        </w:tc>
        <w:tc>
          <w:tcPr>
            <w:tcW w:w="289" w:type="dxa"/>
            <w:gridSpan w:val="2"/>
            <w:shd w:val="clear" w:color="auto" w:fill="FFCC99"/>
          </w:tcPr>
          <w:p w:rsidR="00DB473C" w:rsidRDefault="00DB473C"/>
        </w:tc>
        <w:tc>
          <w:tcPr>
            <w:tcW w:w="170" w:type="dxa"/>
            <w:shd w:val="clear" w:color="auto" w:fill="FFCC99"/>
          </w:tcPr>
          <w:p w:rsidR="00DB473C" w:rsidRDefault="00DB473C"/>
        </w:tc>
        <w:tc>
          <w:tcPr>
            <w:tcW w:w="1701" w:type="dxa"/>
            <w:gridSpan w:val="3"/>
            <w:shd w:val="clear" w:color="auto" w:fill="FFCC99"/>
          </w:tcPr>
          <w:p w:rsidR="00DB473C" w:rsidRDefault="00DB473C"/>
        </w:tc>
        <w:tc>
          <w:tcPr>
            <w:tcW w:w="170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  <w:tc>
          <w:tcPr>
            <w:tcW w:w="170" w:type="dxa"/>
            <w:shd w:val="clear" w:color="auto" w:fill="FFCC99"/>
          </w:tcPr>
          <w:p w:rsidR="00DB473C" w:rsidRDefault="00DB473C"/>
        </w:tc>
        <w:tc>
          <w:tcPr>
            <w:tcW w:w="1985" w:type="dxa"/>
            <w:gridSpan w:val="5"/>
            <w:shd w:val="clear" w:color="auto" w:fill="FFCC99"/>
          </w:tcPr>
          <w:p w:rsidR="00DB473C" w:rsidRDefault="00DB473C"/>
        </w:tc>
        <w:tc>
          <w:tcPr>
            <w:tcW w:w="170" w:type="dxa"/>
            <w:shd w:val="clear" w:color="auto" w:fill="FFCC99"/>
          </w:tcPr>
          <w:p w:rsidR="00DB473C" w:rsidRDefault="00DB473C"/>
        </w:tc>
        <w:tc>
          <w:tcPr>
            <w:tcW w:w="1795" w:type="dxa"/>
            <w:gridSpan w:val="3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</w:tr>
      <w:tr w:rsidR="00DB473C" w:rsidTr="00FD366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0" w:type="dxa"/>
            <w:shd w:val="clear" w:color="auto" w:fill="FFCC99"/>
          </w:tcPr>
          <w:p w:rsidR="00DB473C" w:rsidRDefault="00DB473C"/>
        </w:tc>
        <w:tc>
          <w:tcPr>
            <w:tcW w:w="8725" w:type="dxa"/>
            <w:gridSpan w:val="20"/>
          </w:tcPr>
          <w:p w:rsidR="00DB473C" w:rsidRDefault="00DB473C">
            <w:pPr>
              <w:pStyle w:val="Kop3"/>
              <w:spacing w:before="0" w:after="0"/>
            </w:pPr>
            <w:r>
              <w:t>BIJLAGEN die bij deze aanvraag zijn gevoegd</w:t>
            </w:r>
          </w:p>
        </w:tc>
        <w:tc>
          <w:tcPr>
            <w:tcW w:w="160" w:type="dxa"/>
            <w:shd w:val="clear" w:color="auto" w:fill="FFCC99"/>
          </w:tcPr>
          <w:p w:rsidR="00DB473C" w:rsidRDefault="00DB473C"/>
        </w:tc>
      </w:tr>
      <w:tr w:rsidR="00DB473C" w:rsidTr="00FD366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190" w:type="dxa"/>
            <w:shd w:val="clear" w:color="auto" w:fill="FFCC99"/>
          </w:tcPr>
          <w:p w:rsidR="00DB473C" w:rsidRDefault="00DB473C"/>
        </w:tc>
        <w:tc>
          <w:tcPr>
            <w:tcW w:w="2120" w:type="dxa"/>
            <w:gridSpan w:val="3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  <w:gridSpan w:val="2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480" w:type="dxa"/>
            <w:gridSpan w:val="5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360" w:type="dxa"/>
            <w:gridSpan w:val="3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5" w:type="dxa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</w:tr>
      <w:tr w:rsidR="00DB473C" w:rsidTr="00FD366E">
        <w:tblPrEx>
          <w:tblCellMar>
            <w:top w:w="0" w:type="dxa"/>
            <w:bottom w:w="0" w:type="dxa"/>
          </w:tblCellMar>
        </w:tblPrEx>
        <w:tc>
          <w:tcPr>
            <w:tcW w:w="190" w:type="dxa"/>
            <w:shd w:val="clear" w:color="auto" w:fill="FFCC99"/>
          </w:tcPr>
          <w:p w:rsidR="00DB473C" w:rsidRDefault="00DB473C"/>
        </w:tc>
        <w:tc>
          <w:tcPr>
            <w:tcW w:w="2120" w:type="dxa"/>
            <w:gridSpan w:val="3"/>
          </w:tcPr>
          <w:p w:rsidR="00DB473C" w:rsidRDefault="00DB473C">
            <w:r>
              <w:t xml:space="preserve">Bijlage </w:t>
            </w:r>
            <w:r w:rsidR="00A92FE7">
              <w:t>C 1-4</w:t>
            </w:r>
          </w:p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  <w:gridSpan w:val="2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480" w:type="dxa"/>
            <w:gridSpan w:val="5"/>
          </w:tcPr>
          <w:p w:rsidR="00DB473C" w:rsidRDefault="00DB473C">
            <w:r>
              <w:t xml:space="preserve">Bijlage </w:t>
            </w:r>
            <w:r w:rsidR="00A92FE7">
              <w:t>C 5-7</w:t>
            </w:r>
          </w:p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360" w:type="dxa"/>
            <w:gridSpan w:val="3"/>
            <w:shd w:val="clear" w:color="auto" w:fill="FFFFFF"/>
          </w:tcPr>
          <w:p w:rsidR="00DB473C" w:rsidRDefault="00DB473C">
            <w:r>
              <w:t xml:space="preserve">Bijlage </w:t>
            </w:r>
            <w:r w:rsidR="00A92FE7">
              <w:t>C 8-10</w:t>
            </w:r>
          </w:p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5" w:type="dxa"/>
            <w:shd w:val="clear" w:color="auto" w:fill="FFFFFF"/>
          </w:tcPr>
          <w:p w:rsidR="00DB473C" w:rsidRDefault="004E461A">
            <w:r>
              <w:t xml:space="preserve"> </w:t>
            </w:r>
          </w:p>
        </w:tc>
        <w:tc>
          <w:tcPr>
            <w:tcW w:w="160" w:type="dxa"/>
            <w:shd w:val="clear" w:color="auto" w:fill="FFCC99"/>
          </w:tcPr>
          <w:p w:rsidR="00DB473C" w:rsidRDefault="00DB473C"/>
        </w:tc>
      </w:tr>
      <w:tr w:rsidR="00DB473C" w:rsidTr="00FD366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190" w:type="dxa"/>
            <w:shd w:val="clear" w:color="auto" w:fill="FFCC99"/>
          </w:tcPr>
          <w:p w:rsidR="00DB473C" w:rsidRDefault="00DB473C"/>
        </w:tc>
        <w:tc>
          <w:tcPr>
            <w:tcW w:w="2120" w:type="dxa"/>
            <w:gridSpan w:val="3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  <w:gridSpan w:val="2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480" w:type="dxa"/>
            <w:gridSpan w:val="5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0" w:type="dxa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2360" w:type="dxa"/>
            <w:gridSpan w:val="3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  <w:tc>
          <w:tcPr>
            <w:tcW w:w="325" w:type="dxa"/>
            <w:shd w:val="clear" w:color="auto" w:fill="FFCC99"/>
          </w:tcPr>
          <w:p w:rsidR="00DB473C" w:rsidRDefault="00DB473C"/>
        </w:tc>
        <w:tc>
          <w:tcPr>
            <w:tcW w:w="160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rPr>
          <w:b/>
          <w:i w:val="0"/>
        </w:rPr>
      </w:pPr>
    </w:p>
    <w:p w:rsidR="00A92FE7" w:rsidRDefault="00A92FE7">
      <w:pPr>
        <w:pStyle w:val="Plattetekst"/>
        <w:rPr>
          <w:b/>
          <w:i w:val="0"/>
        </w:rPr>
      </w:pPr>
    </w:p>
    <w:p w:rsidR="00DB473C" w:rsidRDefault="00DB473C">
      <w:pPr>
        <w:pStyle w:val="Plattetekst"/>
        <w:rPr>
          <w:b/>
          <w:i w:val="0"/>
        </w:rPr>
      </w:pPr>
    </w:p>
    <w:p w:rsidR="00DB473C" w:rsidRDefault="00DB473C">
      <w:pPr>
        <w:pStyle w:val="Plattetekst"/>
        <w:rPr>
          <w:b/>
          <w:i w:val="0"/>
        </w:rPr>
      </w:pPr>
      <w:r>
        <w:rPr>
          <w:b/>
          <w:i w:val="0"/>
        </w:rPr>
        <w:t>Naar waarheid ingevuld te ………………………………. Op ………………………………….</w:t>
      </w:r>
    </w:p>
    <w:p w:rsidR="00DB473C" w:rsidRDefault="00DB473C">
      <w:pPr>
        <w:pStyle w:val="Plattetekst"/>
        <w:rPr>
          <w:b/>
          <w:i w:val="0"/>
        </w:rPr>
      </w:pPr>
    </w:p>
    <w:p w:rsidR="00A92FE7" w:rsidRDefault="00A92FE7">
      <w:pPr>
        <w:pStyle w:val="Plattetekst"/>
        <w:rPr>
          <w:b/>
          <w:i w:val="0"/>
        </w:rPr>
      </w:pPr>
    </w:p>
    <w:p w:rsidR="00A92FE7" w:rsidRDefault="00A92FE7">
      <w:pPr>
        <w:pStyle w:val="Plattetekst"/>
        <w:rPr>
          <w:b/>
          <w:i w:val="0"/>
        </w:rPr>
      </w:pPr>
    </w:p>
    <w:p w:rsidR="00DB473C" w:rsidRDefault="008C11AB">
      <w:pPr>
        <w:pStyle w:val="Plattetekst"/>
        <w:rPr>
          <w:b/>
          <w:i w:val="0"/>
        </w:rPr>
      </w:pPr>
      <w:r>
        <w:rPr>
          <w:b/>
          <w:i w:val="0"/>
        </w:rPr>
        <w:t>…..</w:t>
      </w:r>
      <w:r w:rsidR="00DB473C">
        <w:rPr>
          <w:b/>
          <w:i w:val="0"/>
        </w:rPr>
        <w:t>…………..…………………………</w:t>
      </w:r>
      <w:r w:rsidR="00DB473C">
        <w:rPr>
          <w:b/>
          <w:i w:val="0"/>
        </w:rPr>
        <w:tab/>
      </w:r>
      <w:r w:rsidR="00DB473C">
        <w:rPr>
          <w:b/>
          <w:i w:val="0"/>
        </w:rPr>
        <w:tab/>
        <w:t>……………………………………………….</w:t>
      </w:r>
    </w:p>
    <w:p w:rsidR="00DB473C" w:rsidRDefault="00DB473C">
      <w:pPr>
        <w:pStyle w:val="Plattetekst"/>
        <w:rPr>
          <w:b/>
          <w:i w:val="0"/>
        </w:rPr>
      </w:pPr>
      <w:r>
        <w:rPr>
          <w:b/>
          <w:i w:val="0"/>
        </w:rPr>
        <w:t>(Handtekening aanvrager)</w:t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  <w:t>(Handtekening aanvrager)</w:t>
      </w:r>
    </w:p>
    <w:p w:rsidR="00DB473C" w:rsidRDefault="00DB473C">
      <w:pPr>
        <w:pStyle w:val="Plattetekst"/>
        <w:tabs>
          <w:tab w:val="left" w:pos="4200"/>
        </w:tabs>
        <w:rPr>
          <w:b/>
          <w:i w:val="0"/>
        </w:rPr>
      </w:pPr>
      <w:r>
        <w:rPr>
          <w:b/>
          <w:i w:val="0"/>
        </w:rPr>
        <w:br w:type="page"/>
      </w:r>
      <w:r>
        <w:rPr>
          <w:b/>
          <w:i w:val="0"/>
        </w:rPr>
        <w:lastRenderedPageBreak/>
        <w:t xml:space="preserve">BIJLAGE </w:t>
      </w:r>
      <w:r w:rsidR="008E1F18">
        <w:rPr>
          <w:b/>
          <w:i w:val="0"/>
        </w:rPr>
        <w:t>B</w:t>
      </w:r>
      <w:r>
        <w:rPr>
          <w:b/>
          <w:i w:val="0"/>
        </w:rPr>
        <w:t xml:space="preserve"> </w:t>
      </w:r>
      <w:r w:rsidR="005050CE">
        <w:rPr>
          <w:b/>
          <w:i w:val="0"/>
        </w:rPr>
        <w:t>1-4</w:t>
      </w:r>
      <w:r>
        <w:rPr>
          <w:b/>
          <w:i w:val="0"/>
        </w:rPr>
        <w:tab/>
      </w:r>
      <w:r w:rsidR="00C660CB">
        <w:rPr>
          <w:b/>
          <w:i w:val="0"/>
        </w:rPr>
        <w:t>Buitenspeeldag</w:t>
      </w:r>
      <w:r w:rsidR="005050CE">
        <w:rPr>
          <w:b/>
          <w:i w:val="0"/>
        </w:rPr>
        <w:t xml:space="preserve"> </w:t>
      </w:r>
      <w:r>
        <w:rPr>
          <w:b/>
          <w:i w:val="0"/>
        </w:rPr>
        <w:t>:  …………………………………</w:t>
      </w:r>
    </w:p>
    <w:p w:rsidR="00DB473C" w:rsidRDefault="00DB473C">
      <w:pPr>
        <w:pStyle w:val="Plattetekst"/>
        <w:ind w:left="2832" w:firstLine="1368"/>
        <w:rPr>
          <w:b/>
          <w:i w:val="0"/>
        </w:rPr>
      </w:pPr>
      <w:r>
        <w:rPr>
          <w:b/>
          <w:i w:val="0"/>
        </w:rPr>
        <w:t xml:space="preserve">DATUM          </w:t>
      </w:r>
      <w:r w:rsidR="005050CE">
        <w:rPr>
          <w:b/>
          <w:i w:val="0"/>
        </w:rPr>
        <w:t xml:space="preserve">   </w:t>
      </w:r>
      <w:r>
        <w:rPr>
          <w:b/>
          <w:i w:val="0"/>
        </w:rPr>
        <w:t xml:space="preserve"> : </w:t>
      </w:r>
      <w:r w:rsidR="005050CE">
        <w:rPr>
          <w:b/>
          <w:i w:val="0"/>
        </w:rPr>
        <w:t xml:space="preserve"> ….</w:t>
      </w:r>
      <w:r>
        <w:rPr>
          <w:b/>
          <w:i w:val="0"/>
        </w:rPr>
        <w:t>…………………………….</w:t>
      </w:r>
    </w:p>
    <w:p w:rsidR="00DB473C" w:rsidRDefault="00DB473C">
      <w:pPr>
        <w:pStyle w:val="Plattetekst"/>
        <w:ind w:left="2832" w:firstLine="2118"/>
        <w:rPr>
          <w:b/>
          <w:i w:val="0"/>
        </w:rPr>
      </w:pPr>
    </w:p>
    <w:p w:rsidR="00DB473C" w:rsidRDefault="00DB473C">
      <w:pPr>
        <w:pStyle w:val="Plattetekst"/>
        <w:pBdr>
          <w:top w:val="double" w:sz="4" w:space="1" w:color="auto"/>
        </w:pBdr>
        <w:rPr>
          <w:b/>
          <w:i w:val="0"/>
        </w:rPr>
      </w:pPr>
    </w:p>
    <w:p w:rsidR="00DB473C" w:rsidRDefault="008E1F18">
      <w:pPr>
        <w:pStyle w:val="Plattetekst"/>
        <w:tabs>
          <w:tab w:val="left" w:pos="720"/>
          <w:tab w:val="left" w:pos="960"/>
        </w:tabs>
        <w:rPr>
          <w:b/>
          <w:i w:val="0"/>
        </w:rPr>
      </w:pPr>
      <w:r>
        <w:rPr>
          <w:b/>
          <w:i w:val="0"/>
        </w:rPr>
        <w:t xml:space="preserve">B </w:t>
      </w:r>
      <w:r w:rsidR="00DB473C">
        <w:rPr>
          <w:b/>
          <w:i w:val="0"/>
        </w:rPr>
        <w:t>1</w:t>
      </w:r>
      <w:r w:rsidR="00DB473C">
        <w:rPr>
          <w:b/>
          <w:i w:val="0"/>
        </w:rPr>
        <w:tab/>
        <w:t>Tenten (</w:t>
      </w:r>
      <w:r w:rsidR="001C48AB">
        <w:rPr>
          <w:b/>
          <w:i w:val="0"/>
        </w:rPr>
        <w:t>inclusief</w:t>
      </w:r>
      <w:r w:rsidR="00DB473C">
        <w:rPr>
          <w:b/>
          <w:i w:val="0"/>
        </w:rPr>
        <w:t xml:space="preserve"> partytenten).</w:t>
      </w:r>
    </w:p>
    <w:p w:rsidR="00DB473C" w:rsidRDefault="00DB473C">
      <w:pPr>
        <w:pStyle w:val="Plattetekst"/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</w:tcPr>
          <w:p w:rsidR="008C11AB" w:rsidRDefault="00DB473C" w:rsidP="008C11AB">
            <w:r>
              <w:t>Type tent</w:t>
            </w:r>
            <w:r w:rsidR="008C11AB">
              <w:t xml:space="preserve"> </w:t>
            </w:r>
          </w:p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8C11AB" w:rsidRDefault="008C11AB" w:rsidP="008C11AB">
            <w:r>
              <w:sym w:font="Wingdings" w:char="F06F"/>
            </w:r>
            <w:r>
              <w:t xml:space="preserve"> partytent</w:t>
            </w:r>
          </w:p>
          <w:p w:rsidR="008C11AB" w:rsidRDefault="008C11AB" w:rsidP="001C48AB">
            <w:r>
              <w:sym w:font="Wingdings" w:char="F06F"/>
            </w:r>
            <w:r>
              <w:t xml:space="preserve"> houten c.q. kunststofwanden</w:t>
            </w:r>
          </w:p>
          <w:p w:rsidR="008C11AB" w:rsidRDefault="008C11AB" w:rsidP="008C11AB">
            <w:r>
              <w:sym w:font="Wingdings" w:char="F06F"/>
            </w:r>
            <w:r>
              <w:t xml:space="preserve"> spantent</w:t>
            </w:r>
          </w:p>
          <w:p w:rsidR="00DB473C" w:rsidRDefault="00DB473C">
            <w:r>
              <w:sym w:font="Wingdings" w:char="F06F"/>
            </w:r>
            <w:r>
              <w:t xml:space="preserve"> vloer aanwezig   </w:t>
            </w:r>
            <w:r>
              <w:sym w:font="Wingdings" w:char="F0A1"/>
            </w:r>
            <w:r>
              <w:t xml:space="preserve">  nee     </w:t>
            </w:r>
            <w:r>
              <w:sym w:font="Wingdings" w:char="F0A1"/>
            </w:r>
            <w:r>
              <w:t xml:space="preserve"> ja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DB473C" w:rsidRDefault="00DB473C">
            <w:r>
              <w:t>Afmetingen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>:  …... (l) x  …... (b) x .……/…….. (h, nok / zijk.)</w:t>
            </w:r>
          </w:p>
          <w:p w:rsidR="00DB473C" w:rsidRDefault="00DB473C">
            <w:r>
              <w:t>of  doorsnede ……….. m.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e.</w:t>
            </w:r>
          </w:p>
        </w:tc>
        <w:tc>
          <w:tcPr>
            <w:tcW w:w="3480" w:type="dxa"/>
          </w:tcPr>
          <w:p w:rsidR="00DB473C" w:rsidRDefault="00DB473C">
            <w:r>
              <w:t>Door wie wordt de tent geplaatst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sym w:font="Wingdings" w:char="F06F"/>
            </w:r>
            <w:r>
              <w:t xml:space="preserve"> in eigen beheer   </w:t>
            </w:r>
            <w:r>
              <w:sym w:font="Wingdings" w:char="F06F"/>
            </w:r>
            <w:r>
              <w:t xml:space="preserve"> (tent en)bedrijf, t.w.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(naam bedrijf)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(adres)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(PC + plaats)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rPr>
          <w:b/>
          <w:i w:val="0"/>
        </w:rPr>
      </w:pPr>
    </w:p>
    <w:p w:rsidR="00DB473C" w:rsidRDefault="008E1F18">
      <w:pPr>
        <w:pStyle w:val="Plattetekst"/>
        <w:tabs>
          <w:tab w:val="left" w:pos="840"/>
        </w:tabs>
        <w:rPr>
          <w:b/>
          <w:i w:val="0"/>
        </w:rPr>
      </w:pPr>
      <w:r>
        <w:rPr>
          <w:b/>
          <w:i w:val="0"/>
        </w:rPr>
        <w:t xml:space="preserve">B </w:t>
      </w:r>
      <w:r w:rsidR="00DB473C">
        <w:rPr>
          <w:b/>
          <w:i w:val="0"/>
        </w:rPr>
        <w:t>2</w:t>
      </w:r>
      <w:r w:rsidR="00DB473C">
        <w:rPr>
          <w:b/>
          <w:i w:val="0"/>
        </w:rPr>
        <w:tab/>
        <w:t>Podia / tribunes.</w:t>
      </w:r>
    </w:p>
    <w:p w:rsidR="00DB473C" w:rsidRDefault="00DB473C">
      <w:pPr>
        <w:pStyle w:val="Plattetekst"/>
        <w:tabs>
          <w:tab w:val="left" w:pos="840"/>
        </w:tabs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a.</w:t>
            </w:r>
          </w:p>
        </w:tc>
        <w:tc>
          <w:tcPr>
            <w:tcW w:w="3480" w:type="dxa"/>
          </w:tcPr>
          <w:p w:rsidR="00DB473C" w:rsidRDefault="00DB473C">
            <w:r>
              <w:t>Aantal podia / tribunes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 xml:space="preserve"> Podia …… stuk(s) / tribunes  …….  stuk(s)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DB473C" w:rsidRDefault="00DB473C">
            <w:r>
              <w:t xml:space="preserve">Materiaal 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Podia      : ……………………………………</w:t>
            </w:r>
          </w:p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Tribunes : ……………………………………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 xml:space="preserve">e. </w:t>
            </w:r>
          </w:p>
        </w:tc>
        <w:tc>
          <w:tcPr>
            <w:tcW w:w="3480" w:type="dxa"/>
          </w:tcPr>
          <w:p w:rsidR="00DB473C" w:rsidRDefault="00DB473C">
            <w:r>
              <w:t xml:space="preserve">Afmetingen 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4534" w:type="dxa"/>
          </w:tcPr>
          <w:p w:rsidR="00DB473C" w:rsidRDefault="00DB473C">
            <w:pPr>
              <w:numPr>
                <w:ilvl w:val="0"/>
                <w:numId w:val="4"/>
              </w:numPr>
              <w:tabs>
                <w:tab w:val="clear" w:pos="660"/>
                <w:tab w:val="num" w:pos="170"/>
              </w:tabs>
              <w:ind w:hanging="660"/>
            </w:pPr>
            <w:r>
              <w:t xml:space="preserve">Pod.1 :  …... (l) x  …... (b) x .….. (h) </w:t>
            </w:r>
          </w:p>
          <w:p w:rsidR="00DB473C" w:rsidRDefault="00DB473C">
            <w:pPr>
              <w:numPr>
                <w:ilvl w:val="0"/>
                <w:numId w:val="4"/>
              </w:numPr>
              <w:tabs>
                <w:tab w:val="clear" w:pos="660"/>
                <w:tab w:val="num" w:pos="170"/>
              </w:tabs>
              <w:ind w:hanging="660"/>
            </w:pPr>
            <w:r>
              <w:t>Pod.2 :  …... (l) x  …... (b) x .….. (h)</w:t>
            </w:r>
          </w:p>
          <w:p w:rsidR="00DB473C" w:rsidRDefault="00DB473C">
            <w:pPr>
              <w:numPr>
                <w:ilvl w:val="0"/>
                <w:numId w:val="4"/>
              </w:numPr>
              <w:tabs>
                <w:tab w:val="clear" w:pos="660"/>
                <w:tab w:val="num" w:pos="170"/>
              </w:tabs>
              <w:ind w:hanging="660"/>
            </w:pPr>
            <w:r>
              <w:t>Trib. 1 : ……(l)  x …… (b) x …… (h)</w:t>
            </w:r>
          </w:p>
          <w:p w:rsidR="00DB473C" w:rsidRDefault="00DB473C">
            <w:pPr>
              <w:numPr>
                <w:ilvl w:val="0"/>
                <w:numId w:val="4"/>
              </w:numPr>
              <w:tabs>
                <w:tab w:val="clear" w:pos="660"/>
                <w:tab w:val="num" w:pos="170"/>
              </w:tabs>
              <w:ind w:hanging="660"/>
            </w:pPr>
            <w:r>
              <w:t>Trib. 2 : ……(l)  x …… (b) x …… (h)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f.</w:t>
            </w:r>
          </w:p>
        </w:tc>
        <w:tc>
          <w:tcPr>
            <w:tcW w:w="3480" w:type="dxa"/>
            <w:shd w:val="clear" w:color="auto" w:fill="FFFFFF"/>
          </w:tcPr>
          <w:p w:rsidR="00DB473C" w:rsidRDefault="00DB473C">
            <w:r>
              <w:t>Door wie wordt de podia / tribunes geplaatst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FFFF"/>
          </w:tcPr>
          <w:p w:rsidR="00DB473C" w:rsidRDefault="00DB473C">
            <w:r>
              <w:sym w:font="Wingdings" w:char="F06F"/>
            </w:r>
            <w:r>
              <w:t xml:space="preserve"> in eigen beheer   </w:t>
            </w:r>
            <w:r>
              <w:sym w:font="Wingdings" w:char="F06F"/>
            </w:r>
            <w:r>
              <w:t xml:space="preserve"> bedrijf, t.w.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(naam bedrijf)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(adres)</w:t>
            </w:r>
          </w:p>
          <w:p w:rsidR="00DB473C" w:rsidRDefault="00DB473C">
            <w:r>
              <w:t xml:space="preserve">     …………………………………… </w:t>
            </w:r>
            <w:r>
              <w:rPr>
                <w:i/>
                <w:sz w:val="18"/>
              </w:rPr>
              <w:t>(PC + plaats)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tabs>
          <w:tab w:val="left" w:pos="840"/>
        </w:tabs>
        <w:rPr>
          <w:b/>
          <w:sz w:val="18"/>
        </w:rPr>
      </w:pPr>
    </w:p>
    <w:p w:rsidR="008C11AB" w:rsidRDefault="008E1F18" w:rsidP="008C11AB">
      <w:pPr>
        <w:pStyle w:val="Plattetekst"/>
        <w:tabs>
          <w:tab w:val="left" w:pos="720"/>
          <w:tab w:val="left" w:pos="960"/>
        </w:tabs>
        <w:rPr>
          <w:b/>
          <w:i w:val="0"/>
        </w:rPr>
      </w:pPr>
      <w:r>
        <w:rPr>
          <w:b/>
          <w:i w:val="0"/>
        </w:rPr>
        <w:t xml:space="preserve">B </w:t>
      </w:r>
      <w:r w:rsidR="008C11AB">
        <w:rPr>
          <w:b/>
          <w:i w:val="0"/>
        </w:rPr>
        <w:t>3</w:t>
      </w:r>
      <w:r w:rsidR="008C11AB">
        <w:rPr>
          <w:b/>
          <w:i w:val="0"/>
        </w:rPr>
        <w:tab/>
        <w:t>Kramen</w:t>
      </w:r>
      <w:r w:rsidR="008C11AB">
        <w:rPr>
          <w:b/>
          <w:i w:val="0"/>
          <w:vertAlign w:val="superscript"/>
        </w:rPr>
        <w:t>,</w:t>
      </w:r>
    </w:p>
    <w:p w:rsidR="008C11AB" w:rsidRDefault="008C11AB" w:rsidP="008C11AB">
      <w:pPr>
        <w:pStyle w:val="Plattetekst"/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</w:tcPr>
          <w:p w:rsidR="008C11AB" w:rsidRDefault="008C11AB" w:rsidP="001C48AB">
            <w:r>
              <w:t>Aantal kramen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1C48AB" w:rsidP="001C48AB">
            <w:r>
              <w:t xml:space="preserve">…………….. stuks 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8C11AB" w:rsidRDefault="008C11AB" w:rsidP="001C48AB">
            <w:r>
              <w:t>Zijn de kramen overkapt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sym w:font="Wingdings" w:char="F0A1"/>
            </w:r>
            <w:r>
              <w:t xml:space="preserve">  nee     </w:t>
            </w:r>
            <w:r>
              <w:sym w:font="Wingdings" w:char="F0A1"/>
            </w:r>
            <w:r>
              <w:t xml:space="preserve"> ja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>c.</w:t>
            </w:r>
          </w:p>
        </w:tc>
        <w:tc>
          <w:tcPr>
            <w:tcW w:w="3480" w:type="dxa"/>
          </w:tcPr>
          <w:p w:rsidR="008C11AB" w:rsidRDefault="008C11AB" w:rsidP="001C48AB">
            <w:r>
              <w:t>Afmetingen kramen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t>…...   m (l) x .……  m (b) x ……..m (h)</w:t>
            </w:r>
          </w:p>
          <w:p w:rsidR="008C11AB" w:rsidRDefault="008C11AB" w:rsidP="001C48AB">
            <w:r>
              <w:t>…...   m (l) x .……  m (b) x ……..m (h)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 xml:space="preserve">d. </w:t>
            </w:r>
          </w:p>
        </w:tc>
        <w:tc>
          <w:tcPr>
            <w:tcW w:w="3480" w:type="dxa"/>
          </w:tcPr>
          <w:p w:rsidR="008C11AB" w:rsidRDefault="008C11AB" w:rsidP="001C48AB">
            <w:r>
              <w:t>Door wie worden de kramen geplaatst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</w:tcPr>
          <w:p w:rsidR="008C11AB" w:rsidRDefault="008C11AB" w:rsidP="001C48AB">
            <w:r>
              <w:sym w:font="Wingdings" w:char="F06F"/>
            </w:r>
            <w:r>
              <w:t xml:space="preserve"> in eigen beheer</w:t>
            </w:r>
          </w:p>
          <w:p w:rsidR="008C11AB" w:rsidRDefault="008C11AB" w:rsidP="001C48AB">
            <w:r>
              <w:sym w:font="Wingdings" w:char="F06F"/>
            </w:r>
            <w:r>
              <w:t xml:space="preserve"> bedrijf, t.w.</w:t>
            </w:r>
          </w:p>
          <w:p w:rsidR="008C11AB" w:rsidRDefault="008C11AB" w:rsidP="001C48AB">
            <w:r>
              <w:t xml:space="preserve">     …………………………………… </w:t>
            </w:r>
            <w:r>
              <w:rPr>
                <w:i/>
                <w:sz w:val="18"/>
              </w:rPr>
              <w:t>(naam bedrijf)</w:t>
            </w:r>
          </w:p>
          <w:p w:rsidR="008C11AB" w:rsidRDefault="008C11AB" w:rsidP="001C48AB">
            <w:r>
              <w:t xml:space="preserve">     ……………………………………. </w:t>
            </w:r>
            <w:r>
              <w:rPr>
                <w:i/>
                <w:sz w:val="18"/>
              </w:rPr>
              <w:t>(adres)</w:t>
            </w:r>
          </w:p>
          <w:p w:rsidR="008C11AB" w:rsidRDefault="008C11AB" w:rsidP="001C48AB">
            <w:r>
              <w:t xml:space="preserve">     ……………………………………. </w:t>
            </w:r>
            <w:r>
              <w:rPr>
                <w:i/>
                <w:sz w:val="18"/>
              </w:rPr>
              <w:t>(PC + plaats)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</w:tbl>
    <w:p w:rsidR="008C11AB" w:rsidRDefault="008C11AB" w:rsidP="008C11AB">
      <w:pPr>
        <w:pStyle w:val="Plattetekst"/>
        <w:tabs>
          <w:tab w:val="left" w:pos="840"/>
        </w:tabs>
        <w:rPr>
          <w:b/>
          <w:i w:val="0"/>
        </w:rPr>
      </w:pPr>
    </w:p>
    <w:p w:rsidR="008C11AB" w:rsidRDefault="008E1F18" w:rsidP="008C11AB">
      <w:pPr>
        <w:pStyle w:val="Plattetekst"/>
        <w:rPr>
          <w:b/>
          <w:i w:val="0"/>
        </w:rPr>
      </w:pPr>
      <w:r>
        <w:rPr>
          <w:b/>
          <w:i w:val="0"/>
        </w:rPr>
        <w:t xml:space="preserve">B </w:t>
      </w:r>
      <w:r w:rsidR="008C11AB">
        <w:rPr>
          <w:b/>
          <w:i w:val="0"/>
        </w:rPr>
        <w:t>4</w:t>
      </w:r>
      <w:r w:rsidR="008C11AB">
        <w:rPr>
          <w:b/>
          <w:i w:val="0"/>
        </w:rPr>
        <w:tab/>
        <w:t>Mobiele verkoopwagens</w:t>
      </w:r>
      <w:r w:rsidR="008C11AB">
        <w:rPr>
          <w:b/>
          <w:i w:val="0"/>
          <w:vertAlign w:val="superscript"/>
        </w:rPr>
        <w:t xml:space="preserve"> </w:t>
      </w:r>
    </w:p>
    <w:p w:rsidR="008C11AB" w:rsidRDefault="008C11AB" w:rsidP="008C11AB">
      <w:pPr>
        <w:pStyle w:val="Plattetekst"/>
        <w:tabs>
          <w:tab w:val="left" w:pos="840"/>
        </w:tabs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</w:tcPr>
          <w:p w:rsidR="008C11AB" w:rsidRDefault="008C11AB" w:rsidP="001C48AB">
            <w:r>
              <w:t>Aantal mobiele verkoopwagens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t xml:space="preserve">…………….. stuks 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8C11AB" w:rsidRDefault="008C11AB" w:rsidP="001C48AB">
            <w:pPr>
              <w:rPr>
                <w:vertAlign w:val="superscript"/>
              </w:rPr>
            </w:pPr>
            <w:r>
              <w:t xml:space="preserve">Warenassortiment 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pPr>
              <w:numPr>
                <w:ilvl w:val="0"/>
                <w:numId w:val="6"/>
              </w:numPr>
            </w:pPr>
            <w:r>
              <w:t>…………………….   2. ……………………….</w:t>
            </w:r>
          </w:p>
          <w:p w:rsidR="008C11AB" w:rsidRDefault="005050CE" w:rsidP="001C48AB">
            <w:pPr>
              <w:numPr>
                <w:ilvl w:val="0"/>
                <w:numId w:val="7"/>
              </w:numPr>
            </w:pPr>
            <w:r>
              <w:t>…………………….   4. ……………………….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>c.</w:t>
            </w:r>
          </w:p>
        </w:tc>
        <w:tc>
          <w:tcPr>
            <w:tcW w:w="3480" w:type="dxa"/>
          </w:tcPr>
          <w:p w:rsidR="008C11AB" w:rsidRDefault="008C11AB" w:rsidP="001C48AB">
            <w:r>
              <w:t>Wordt in de mobiele verkoopwagens gebakken, gebraden e.d.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sym w:font="Wingdings" w:char="F0A1"/>
            </w:r>
            <w:r>
              <w:t xml:space="preserve">  nee     </w:t>
            </w:r>
            <w:r>
              <w:sym w:font="Wingdings" w:char="F0A1"/>
            </w:r>
            <w:r>
              <w:t xml:space="preserve"> ja 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</w:tbl>
    <w:p w:rsidR="008C11AB" w:rsidRDefault="008C11AB" w:rsidP="008C11AB">
      <w:pPr>
        <w:pStyle w:val="Plattetekst"/>
        <w:tabs>
          <w:tab w:val="left" w:pos="840"/>
        </w:tabs>
        <w:rPr>
          <w:b/>
          <w:i w:val="0"/>
        </w:rPr>
      </w:pPr>
      <w:r>
        <w:rPr>
          <w:b/>
          <w:i w:val="0"/>
        </w:rPr>
        <w:t xml:space="preserve"> </w:t>
      </w:r>
    </w:p>
    <w:p w:rsidR="005050CE" w:rsidRDefault="005050CE" w:rsidP="008C11AB">
      <w:pPr>
        <w:pStyle w:val="Plattetekst"/>
        <w:tabs>
          <w:tab w:val="left" w:pos="840"/>
        </w:tabs>
        <w:rPr>
          <w:b/>
          <w:i w:val="0"/>
        </w:rPr>
      </w:pPr>
    </w:p>
    <w:p w:rsidR="004E461A" w:rsidRDefault="004E461A" w:rsidP="005050CE">
      <w:pPr>
        <w:pStyle w:val="Plattetekst"/>
        <w:tabs>
          <w:tab w:val="left" w:pos="840"/>
        </w:tabs>
        <w:rPr>
          <w:b/>
          <w:i w:val="0"/>
        </w:rPr>
      </w:pPr>
    </w:p>
    <w:p w:rsidR="005050CE" w:rsidRDefault="005050CE" w:rsidP="005050CE">
      <w:pPr>
        <w:pStyle w:val="Plattetekst"/>
        <w:tabs>
          <w:tab w:val="left" w:pos="840"/>
        </w:tabs>
        <w:rPr>
          <w:b/>
          <w:i w:val="0"/>
        </w:rPr>
      </w:pPr>
      <w:r>
        <w:rPr>
          <w:b/>
          <w:i w:val="0"/>
        </w:rPr>
        <w:lastRenderedPageBreak/>
        <w:t xml:space="preserve">BIJLAGE </w:t>
      </w:r>
      <w:r w:rsidR="008E1F18">
        <w:rPr>
          <w:b/>
          <w:i w:val="0"/>
        </w:rPr>
        <w:t>B</w:t>
      </w:r>
      <w:r>
        <w:rPr>
          <w:b/>
          <w:i w:val="0"/>
        </w:rPr>
        <w:t xml:space="preserve"> 5-</w:t>
      </w:r>
      <w:r w:rsidR="00F6401F">
        <w:rPr>
          <w:b/>
          <w:i w:val="0"/>
        </w:rPr>
        <w:t>7</w:t>
      </w:r>
      <w:r w:rsidR="00F6401F"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 w:rsidR="00C660CB">
        <w:rPr>
          <w:b/>
          <w:i w:val="0"/>
        </w:rPr>
        <w:t>Buitenspeeldag</w:t>
      </w:r>
      <w:r w:rsidR="001C48AB">
        <w:rPr>
          <w:b/>
          <w:i w:val="0"/>
        </w:rPr>
        <w:t xml:space="preserve"> </w:t>
      </w:r>
      <w:r>
        <w:rPr>
          <w:b/>
          <w:i w:val="0"/>
        </w:rPr>
        <w:t xml:space="preserve"> :  …………………………………</w:t>
      </w:r>
    </w:p>
    <w:p w:rsidR="005050CE" w:rsidRDefault="005050CE" w:rsidP="005050CE">
      <w:pPr>
        <w:pStyle w:val="Plattetekst"/>
        <w:ind w:left="3540" w:firstLine="708"/>
        <w:rPr>
          <w:b/>
          <w:i w:val="0"/>
        </w:rPr>
      </w:pPr>
      <w:r>
        <w:rPr>
          <w:b/>
          <w:i w:val="0"/>
        </w:rPr>
        <w:t xml:space="preserve">DATUM           </w:t>
      </w:r>
      <w:r w:rsidR="001C48AB">
        <w:rPr>
          <w:b/>
          <w:i w:val="0"/>
        </w:rPr>
        <w:t xml:space="preserve">    </w:t>
      </w:r>
      <w:r>
        <w:rPr>
          <w:b/>
          <w:i w:val="0"/>
        </w:rPr>
        <w:t>: ………………………………….</w:t>
      </w:r>
    </w:p>
    <w:p w:rsidR="005050CE" w:rsidRDefault="005050CE" w:rsidP="005050CE">
      <w:pPr>
        <w:pStyle w:val="Plattetekst"/>
        <w:ind w:left="2832" w:firstLine="2118"/>
        <w:rPr>
          <w:b/>
          <w:i w:val="0"/>
        </w:rPr>
      </w:pPr>
    </w:p>
    <w:p w:rsidR="005050CE" w:rsidRDefault="005050CE" w:rsidP="005050CE">
      <w:pPr>
        <w:pStyle w:val="Plattetekst"/>
        <w:pBdr>
          <w:top w:val="double" w:sz="4" w:space="1" w:color="auto"/>
        </w:pBdr>
        <w:rPr>
          <w:b/>
          <w:i w:val="0"/>
        </w:rPr>
      </w:pPr>
    </w:p>
    <w:p w:rsidR="008C11AB" w:rsidRDefault="008E1F18" w:rsidP="008C11AB">
      <w:pPr>
        <w:pStyle w:val="Plattetekst"/>
        <w:tabs>
          <w:tab w:val="left" w:pos="840"/>
        </w:tabs>
        <w:rPr>
          <w:b/>
          <w:i w:val="0"/>
        </w:rPr>
      </w:pPr>
      <w:r>
        <w:rPr>
          <w:b/>
          <w:i w:val="0"/>
        </w:rPr>
        <w:t xml:space="preserve">B </w:t>
      </w:r>
      <w:r w:rsidR="008C11AB">
        <w:rPr>
          <w:b/>
          <w:i w:val="0"/>
        </w:rPr>
        <w:t>5</w:t>
      </w:r>
      <w:r w:rsidR="008C11AB">
        <w:rPr>
          <w:b/>
          <w:i w:val="0"/>
        </w:rPr>
        <w:tab/>
        <w:t xml:space="preserve">Overige voorzieningen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867"/>
        <w:gridCol w:w="284"/>
        <w:gridCol w:w="329"/>
        <w:gridCol w:w="240"/>
        <w:gridCol w:w="4534"/>
        <w:gridCol w:w="284"/>
      </w:tblGrid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8C11AB" w:rsidRDefault="008C11AB" w:rsidP="001C48AB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  <w:gridSpan w:val="3"/>
          </w:tcPr>
          <w:p w:rsidR="008C11AB" w:rsidRDefault="008C11AB" w:rsidP="001C48AB">
            <w:r>
              <w:t>Kleine (kinder)attracties.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sym w:font="Wingdings" w:char="F0A1"/>
            </w:r>
            <w:r>
              <w:t xml:space="preserve">  nee     </w:t>
            </w:r>
            <w:r>
              <w:sym w:font="Wingdings" w:char="F0A1"/>
            </w:r>
            <w:r>
              <w:t xml:space="preserve"> ja  o.a.</w:t>
            </w:r>
          </w:p>
          <w:p w:rsidR="008C11AB" w:rsidRDefault="008C11AB" w:rsidP="001C48AB">
            <w:r>
              <w:t>1. ……………………       2. ………………………</w:t>
            </w:r>
          </w:p>
          <w:p w:rsidR="008C11AB" w:rsidRDefault="005050CE" w:rsidP="001C48AB">
            <w:r>
              <w:t>3. ……………………       4. ………………………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8C11AB" w:rsidRDefault="008C11AB" w:rsidP="001C48AB"/>
        </w:tc>
        <w:tc>
          <w:tcPr>
            <w:tcW w:w="240" w:type="dxa"/>
            <w:shd w:val="clear" w:color="auto" w:fill="FFCC99"/>
          </w:tcPr>
          <w:p w:rsidR="008C11AB" w:rsidRDefault="008C11AB" w:rsidP="001C48AB"/>
        </w:tc>
        <w:tc>
          <w:tcPr>
            <w:tcW w:w="4534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  <w:r>
              <w:t>c.</w:t>
            </w:r>
          </w:p>
        </w:tc>
        <w:tc>
          <w:tcPr>
            <w:tcW w:w="3480" w:type="dxa"/>
            <w:gridSpan w:val="3"/>
          </w:tcPr>
          <w:p w:rsidR="008C11AB" w:rsidRDefault="008C11AB" w:rsidP="001C48AB">
            <w:r>
              <w:t>Overige voorzieningen.</w:t>
            </w:r>
          </w:p>
        </w:tc>
        <w:tc>
          <w:tcPr>
            <w:tcW w:w="240" w:type="dxa"/>
            <w:shd w:val="clear" w:color="auto" w:fill="FFCC99"/>
          </w:tcPr>
          <w:p w:rsidR="008C11AB" w:rsidRDefault="008C11AB" w:rsidP="001C48AB">
            <w:r>
              <w:t>:</w:t>
            </w:r>
          </w:p>
        </w:tc>
        <w:tc>
          <w:tcPr>
            <w:tcW w:w="4534" w:type="dxa"/>
          </w:tcPr>
          <w:p w:rsidR="008C11AB" w:rsidRDefault="008C11AB" w:rsidP="001C48AB">
            <w:r>
              <w:sym w:font="Wingdings" w:char="F0A1"/>
            </w:r>
            <w:r>
              <w:t xml:space="preserve">  nee     </w:t>
            </w:r>
            <w:r>
              <w:sym w:font="Wingdings" w:char="F0A1"/>
            </w:r>
            <w:r>
              <w:t xml:space="preserve"> ja,  zoals:</w:t>
            </w:r>
          </w:p>
          <w:p w:rsidR="008C11AB" w:rsidRDefault="008C11AB" w:rsidP="001C48AB">
            <w:r>
              <w:t>1. ……………………       2. ………………………</w:t>
            </w:r>
          </w:p>
          <w:p w:rsidR="008C11AB" w:rsidRDefault="005050CE" w:rsidP="001C48AB">
            <w:r>
              <w:t>3. ……………………       4. ………………………</w:t>
            </w:r>
          </w:p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  <w:tr w:rsidR="008C11AB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8C11AB" w:rsidRDefault="008C11AB" w:rsidP="001C48AB">
            <w:pPr>
              <w:jc w:val="center"/>
            </w:pPr>
          </w:p>
        </w:tc>
        <w:tc>
          <w:tcPr>
            <w:tcW w:w="2867" w:type="dxa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  <w:tc>
          <w:tcPr>
            <w:tcW w:w="5103" w:type="dxa"/>
            <w:gridSpan w:val="3"/>
            <w:shd w:val="clear" w:color="auto" w:fill="FFCC99"/>
          </w:tcPr>
          <w:p w:rsidR="008C11AB" w:rsidRDefault="008C11AB" w:rsidP="001C48AB"/>
        </w:tc>
        <w:tc>
          <w:tcPr>
            <w:tcW w:w="284" w:type="dxa"/>
            <w:shd w:val="clear" w:color="auto" w:fill="FFCC99"/>
          </w:tcPr>
          <w:p w:rsidR="008C11AB" w:rsidRDefault="008C11AB" w:rsidP="001C48AB"/>
        </w:tc>
      </w:tr>
    </w:tbl>
    <w:p w:rsidR="008C11AB" w:rsidRDefault="008C11AB" w:rsidP="008C11AB">
      <w:pPr>
        <w:pStyle w:val="Koptekst"/>
        <w:tabs>
          <w:tab w:val="clear" w:pos="4536"/>
          <w:tab w:val="clear" w:pos="9072"/>
        </w:tabs>
        <w:rPr>
          <w:b/>
          <w:i/>
          <w:sz w:val="18"/>
          <w:vertAlign w:val="superscript"/>
        </w:rPr>
      </w:pPr>
    </w:p>
    <w:p w:rsidR="00DB473C" w:rsidRDefault="008E1F18">
      <w:pPr>
        <w:pStyle w:val="Koptekst"/>
        <w:tabs>
          <w:tab w:val="clear" w:pos="4536"/>
          <w:tab w:val="clear" w:pos="9072"/>
        </w:tabs>
        <w:rPr>
          <w:b/>
        </w:rPr>
      </w:pPr>
      <w:r>
        <w:rPr>
          <w:b/>
        </w:rPr>
        <w:t xml:space="preserve">B </w:t>
      </w:r>
      <w:r w:rsidR="00DB473C">
        <w:rPr>
          <w:b/>
        </w:rPr>
        <w:t>6</w:t>
      </w:r>
      <w:r w:rsidR="00DB473C">
        <w:rPr>
          <w:b/>
        </w:rPr>
        <w:tab/>
        <w:t>Muziekactiviteiten</w:t>
      </w:r>
    </w:p>
    <w:p w:rsidR="00DB473C" w:rsidRDefault="00DB473C">
      <w:pPr>
        <w:pStyle w:val="Koptekst"/>
        <w:tabs>
          <w:tab w:val="clear" w:pos="4536"/>
          <w:tab w:val="clear" w:pos="9072"/>
        </w:tabs>
        <w:rPr>
          <w:b/>
          <w:i/>
          <w:sz w:val="16"/>
          <w:vertAlign w:val="superscrip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2867"/>
        <w:gridCol w:w="284"/>
        <w:gridCol w:w="329"/>
        <w:gridCol w:w="240"/>
        <w:gridCol w:w="4534"/>
        <w:gridCol w:w="284"/>
      </w:tblGrid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a.</w:t>
            </w:r>
          </w:p>
        </w:tc>
        <w:tc>
          <w:tcPr>
            <w:tcW w:w="3480" w:type="dxa"/>
            <w:gridSpan w:val="3"/>
          </w:tcPr>
          <w:p w:rsidR="00DB473C" w:rsidRDefault="00DB473C">
            <w:r>
              <w:t>Soort muziek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pPr>
              <w:numPr>
                <w:ilvl w:val="0"/>
                <w:numId w:val="13"/>
              </w:numPr>
            </w:pPr>
            <w:r>
              <w:t>mechanische muziek:</w:t>
            </w:r>
          </w:p>
          <w:p w:rsidR="00DB473C" w:rsidRDefault="00DB473C">
            <w:r>
              <w:t xml:space="preserve">        </w:t>
            </w:r>
            <w:r>
              <w:sym w:font="Wingdings" w:char="F0A1"/>
            </w:r>
            <w:r>
              <w:t xml:space="preserve">    eigen geluidsinstallatie (CD’s, cassette)</w:t>
            </w:r>
          </w:p>
          <w:p w:rsidR="00DB473C" w:rsidRDefault="00DB473C">
            <w:r>
              <w:t xml:space="preserve">        </w:t>
            </w:r>
            <w:r>
              <w:sym w:font="Wingdings" w:char="F0A1"/>
            </w:r>
            <w:r>
              <w:t xml:space="preserve">    achtergrondmuziek </w:t>
            </w:r>
            <w:r>
              <w:rPr>
                <w:vertAlign w:val="superscript"/>
              </w:rPr>
              <w:t>1</w:t>
            </w:r>
          </w:p>
          <w:p w:rsidR="00DB473C" w:rsidRDefault="00DB473C">
            <w:pPr>
              <w:numPr>
                <w:ilvl w:val="0"/>
                <w:numId w:val="13"/>
              </w:numPr>
            </w:pPr>
            <w:r>
              <w:t>levende muziek:</w:t>
            </w:r>
          </w:p>
          <w:p w:rsidR="00DB473C" w:rsidRDefault="00DB473C">
            <w:r>
              <w:t xml:space="preserve">        </w:t>
            </w:r>
            <w:r>
              <w:sym w:font="Wingdings" w:char="F0A1"/>
            </w:r>
            <w:r>
              <w:t xml:space="preserve">    akoestisch </w:t>
            </w:r>
          </w:p>
          <w:p w:rsidR="00DB473C" w:rsidRDefault="00DB473C">
            <w:r>
              <w:t xml:space="preserve">        </w:t>
            </w:r>
            <w:r>
              <w:sym w:font="Wingdings" w:char="F0A1"/>
            </w:r>
            <w:r>
              <w:t xml:space="preserve">    versterkt </w:t>
            </w:r>
            <w:r>
              <w:rPr>
                <w:vertAlign w:val="superscript"/>
              </w:rPr>
              <w:t>2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b.</w:t>
            </w:r>
          </w:p>
        </w:tc>
        <w:tc>
          <w:tcPr>
            <w:tcW w:w="3480" w:type="dxa"/>
            <w:gridSpan w:val="3"/>
          </w:tcPr>
          <w:p w:rsidR="00DB473C" w:rsidRDefault="00DB473C">
            <w:pPr>
              <w:rPr>
                <w:vertAlign w:val="superscript"/>
              </w:rPr>
            </w:pPr>
            <w:r>
              <w:t xml:space="preserve">Data, begin- en eindtijd v.d. muziek </w:t>
            </w:r>
            <w:r>
              <w:rPr>
                <w:vertAlign w:val="superscript"/>
              </w:rPr>
              <w:t>3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pPr>
              <w:pStyle w:val="Koptekst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</w:pPr>
            <w:r>
              <w:t>.…. - ….. 20… van ……….. tot ………. Uur</w:t>
            </w:r>
          </w:p>
          <w:p w:rsidR="00DB473C" w:rsidRDefault="00DB473C" w:rsidP="005050CE">
            <w:pPr>
              <w:pStyle w:val="Koptekst"/>
              <w:numPr>
                <w:ilvl w:val="0"/>
                <w:numId w:val="14"/>
              </w:numPr>
              <w:tabs>
                <w:tab w:val="clear" w:pos="4536"/>
                <w:tab w:val="clear" w:pos="9072"/>
              </w:tabs>
            </w:pPr>
            <w:r>
              <w:t>.…. -</w:t>
            </w:r>
            <w:r w:rsidR="005050CE">
              <w:t xml:space="preserve"> ….. 20… van ……….. tot ………. Uur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c.</w:t>
            </w:r>
          </w:p>
        </w:tc>
        <w:tc>
          <w:tcPr>
            <w:tcW w:w="3480" w:type="dxa"/>
            <w:gridSpan w:val="3"/>
          </w:tcPr>
          <w:p w:rsidR="00DB473C" w:rsidRDefault="00DB473C">
            <w:r>
              <w:t>Disc-jockey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 xml:space="preserve">Type muziek en data: </w:t>
            </w:r>
          </w:p>
          <w:p w:rsidR="00DB473C" w:rsidRDefault="00DB473C">
            <w:pPr>
              <w:numPr>
                <w:ilvl w:val="0"/>
                <w:numId w:val="16"/>
              </w:numPr>
            </w:pPr>
            <w:r>
              <w:t>…………………………op  .… - ….. 20…..</w:t>
            </w:r>
          </w:p>
          <w:p w:rsidR="00DB473C" w:rsidRDefault="005050CE" w:rsidP="005050CE">
            <w:pPr>
              <w:numPr>
                <w:ilvl w:val="0"/>
                <w:numId w:val="16"/>
              </w:numPr>
            </w:pPr>
            <w:r>
              <w:t>…………………………op  .… -  …. 20…..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d.</w:t>
            </w:r>
          </w:p>
        </w:tc>
        <w:tc>
          <w:tcPr>
            <w:tcW w:w="3480" w:type="dxa"/>
            <w:gridSpan w:val="3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Levende muziek (bands of muziek- en zanggroepen)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pPr>
              <w:ind w:left="-10"/>
            </w:pPr>
            <w:r>
              <w:t>Naam:                                    Type muziek:</w:t>
            </w:r>
          </w:p>
          <w:p w:rsidR="00DB473C" w:rsidRDefault="00DB473C">
            <w:pPr>
              <w:ind w:left="-10"/>
            </w:pPr>
            <w:r>
              <w:t>1. …………………………..     ……………….. A/V*</w:t>
            </w:r>
          </w:p>
          <w:p w:rsidR="00DB473C" w:rsidRDefault="00DB473C">
            <w:pPr>
              <w:ind w:left="-10"/>
            </w:pPr>
            <w:r>
              <w:t>2. …………………………..     ……………….. A/V*</w:t>
            </w:r>
          </w:p>
          <w:p w:rsidR="00DB473C" w:rsidRDefault="00DB473C" w:rsidP="005050CE">
            <w:pPr>
              <w:ind w:left="-10"/>
            </w:pPr>
            <w:r>
              <w:t>(indien er meerdere bands e.d. optreden kunt u dit op een aparte bijlage aangeven)</w:t>
            </w:r>
          </w:p>
          <w:p w:rsidR="00DB473C" w:rsidRDefault="00DB473C">
            <w:pPr>
              <w:pStyle w:val="Plattetekstinspringen2"/>
              <w:numPr>
                <w:ilvl w:val="0"/>
                <w:numId w:val="1"/>
              </w:numPr>
            </w:pPr>
            <w:r>
              <w:t xml:space="preserve">Doorhalen wat niet van toepassing is. </w:t>
            </w:r>
          </w:p>
          <w:p w:rsidR="00DB473C" w:rsidRDefault="00DB473C">
            <w:pPr>
              <w:pStyle w:val="Plattetekstinspringen2"/>
              <w:ind w:left="360"/>
            </w:pPr>
            <w:r>
              <w:t>A= Akoestisch,  V=versterkt.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gridSpan w:val="3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  <w:tc>
          <w:tcPr>
            <w:tcW w:w="8254" w:type="dxa"/>
            <w:gridSpan w:val="5"/>
          </w:tcPr>
          <w:p w:rsidR="00DB473C" w:rsidRDefault="00DB473C">
            <w:pPr>
              <w:pStyle w:val="Kopteks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Toelichting:</w:t>
            </w:r>
          </w:p>
          <w:p w:rsidR="00DB473C" w:rsidRDefault="00DB473C">
            <w:pPr>
              <w:pStyle w:val="Kopteks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vertAlign w:val="superscript"/>
              </w:rPr>
              <w:t xml:space="preserve">1   </w:t>
            </w:r>
            <w:r>
              <w:rPr>
                <w:b/>
                <w:i/>
                <w:sz w:val="18"/>
              </w:rPr>
              <w:t>Achtergrondmuziek mag slechts van een zeer beperkt geluidsniveau zijn</w:t>
            </w:r>
          </w:p>
          <w:p w:rsidR="00DB473C" w:rsidRDefault="00DB473C">
            <w:pPr>
              <w:pStyle w:val="Koptekst"/>
              <w:ind w:left="170" w:hanging="17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vertAlign w:val="superscript"/>
              </w:rPr>
              <w:t xml:space="preserve">2   </w:t>
            </w:r>
            <w:r>
              <w:rPr>
                <w:b/>
                <w:i/>
                <w:sz w:val="18"/>
              </w:rPr>
              <w:t xml:space="preserve">Het geluidsniveau van DJ of versterkte levende muziek wordt </w:t>
            </w:r>
            <w:r w:rsidR="005050CE">
              <w:rPr>
                <w:b/>
                <w:i/>
                <w:sz w:val="18"/>
              </w:rPr>
              <w:t>d</w:t>
            </w:r>
            <w:r>
              <w:rPr>
                <w:b/>
                <w:i/>
                <w:sz w:val="18"/>
              </w:rPr>
              <w:t xml:space="preserve">oor de gemeente vastgesteld. Het geluidsniveau is afhankelijk van de situatie, de locatie en/of het soort evenement. Een richtlijn bij de bepaling van het geluidsniveau is het aantal dBA’s </w:t>
            </w:r>
          </w:p>
          <w:p w:rsidR="00DB473C" w:rsidRDefault="00DB473C">
            <w:pPr>
              <w:pStyle w:val="Koptekst"/>
              <w:ind w:left="17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(70-75) op de gevels van de dichtstbijzijnde woningen.</w:t>
            </w:r>
          </w:p>
          <w:p w:rsidR="00DB473C" w:rsidRDefault="00DB473C">
            <w:pPr>
              <w:pStyle w:val="Koptekst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  <w:vertAlign w:val="superscript"/>
              </w:rPr>
              <w:t xml:space="preserve">3   </w:t>
            </w:r>
            <w:r>
              <w:rPr>
                <w:b/>
                <w:i/>
                <w:sz w:val="18"/>
              </w:rPr>
              <w:t>De eindtijd van DJ of versterkte levende muziek in de openlucht, tenten of gebouwen</w:t>
            </w:r>
          </w:p>
          <w:p w:rsidR="00DB473C" w:rsidRDefault="00DB473C">
            <w:pPr>
              <w:pStyle w:val="Koptekst"/>
              <w:rPr>
                <w:b/>
                <w:i/>
                <w:sz w:val="18"/>
                <w:vertAlign w:val="superscript"/>
              </w:rPr>
            </w:pPr>
            <w:r>
              <w:rPr>
                <w:b/>
                <w:i/>
                <w:sz w:val="18"/>
              </w:rPr>
              <w:t xml:space="preserve">   zonder geluidsisolatie is altijd 24.00 uur.</w:t>
            </w:r>
          </w:p>
          <w:p w:rsidR="00DB473C" w:rsidRDefault="00DB473C">
            <w:pPr>
              <w:pStyle w:val="Koptekst"/>
              <w:rPr>
                <w:b/>
                <w:i/>
                <w:sz w:val="18"/>
              </w:rPr>
            </w:pPr>
          </w:p>
        </w:tc>
        <w:tc>
          <w:tcPr>
            <w:tcW w:w="284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</w:tr>
      <w:tr w:rsidR="00DB473C" w:rsidTr="00133B27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  <w:tc>
          <w:tcPr>
            <w:tcW w:w="2867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  <w:tc>
          <w:tcPr>
            <w:tcW w:w="284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  <w:tc>
          <w:tcPr>
            <w:tcW w:w="5103" w:type="dxa"/>
            <w:gridSpan w:val="3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  <w:tc>
          <w:tcPr>
            <w:tcW w:w="284" w:type="dxa"/>
            <w:shd w:val="clear" w:color="auto" w:fill="FFCC99"/>
          </w:tcPr>
          <w:p w:rsidR="00DB473C" w:rsidRDefault="00DB473C">
            <w:pPr>
              <w:pStyle w:val="Koptekst"/>
              <w:rPr>
                <w:b/>
                <w:sz w:val="18"/>
              </w:rPr>
            </w:pPr>
          </w:p>
        </w:tc>
      </w:tr>
    </w:tbl>
    <w:p w:rsidR="00DB473C" w:rsidRDefault="00DB473C">
      <w:pPr>
        <w:pStyle w:val="Koptekst"/>
        <w:tabs>
          <w:tab w:val="clear" w:pos="4536"/>
          <w:tab w:val="clear" w:pos="9072"/>
        </w:tabs>
        <w:rPr>
          <w:b/>
          <w:sz w:val="16"/>
        </w:rPr>
      </w:pPr>
    </w:p>
    <w:p w:rsidR="00F6401F" w:rsidRDefault="008E1F18" w:rsidP="00F6401F">
      <w:pPr>
        <w:pStyle w:val="Plattetekst"/>
        <w:rPr>
          <w:b/>
          <w:i w:val="0"/>
        </w:rPr>
      </w:pPr>
      <w:r>
        <w:rPr>
          <w:b/>
          <w:i w:val="0"/>
        </w:rPr>
        <w:t>B</w:t>
      </w:r>
      <w:r w:rsidR="00F6401F">
        <w:rPr>
          <w:b/>
          <w:i w:val="0"/>
        </w:rPr>
        <w:t xml:space="preserve"> 7</w:t>
      </w:r>
      <w:r w:rsidR="00F6401F">
        <w:rPr>
          <w:b/>
          <w:i w:val="0"/>
        </w:rPr>
        <w:tab/>
        <w:t>Koken, bakken braden e.d.</w:t>
      </w:r>
    </w:p>
    <w:p w:rsidR="00F6401F" w:rsidRDefault="00F6401F" w:rsidP="00F6401F">
      <w:pPr>
        <w:pStyle w:val="Plattetekst"/>
        <w:tabs>
          <w:tab w:val="left" w:pos="840"/>
        </w:tabs>
        <w:rPr>
          <w:b/>
          <w:i w:val="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F6401F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F6401F" w:rsidRDefault="00F6401F" w:rsidP="001C48AB">
            <w:pPr>
              <w:pStyle w:val="Koptekst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F6401F" w:rsidRDefault="00F6401F" w:rsidP="001C48AB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F6401F" w:rsidRDefault="00F6401F" w:rsidP="001C48AB"/>
        </w:tc>
        <w:tc>
          <w:tcPr>
            <w:tcW w:w="4534" w:type="dxa"/>
            <w:shd w:val="clear" w:color="auto" w:fill="FFCC99"/>
          </w:tcPr>
          <w:p w:rsidR="00F6401F" w:rsidRDefault="00F6401F" w:rsidP="001C48AB"/>
        </w:tc>
        <w:tc>
          <w:tcPr>
            <w:tcW w:w="284" w:type="dxa"/>
            <w:shd w:val="clear" w:color="auto" w:fill="FFCC99"/>
          </w:tcPr>
          <w:p w:rsidR="00F6401F" w:rsidRDefault="00F6401F" w:rsidP="001C48AB"/>
        </w:tc>
      </w:tr>
      <w:tr w:rsidR="00F6401F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F6401F" w:rsidRDefault="00F6401F" w:rsidP="001C48AB">
            <w:pPr>
              <w:jc w:val="center"/>
            </w:pPr>
            <w:r>
              <w:t>a.</w:t>
            </w:r>
          </w:p>
        </w:tc>
        <w:tc>
          <w:tcPr>
            <w:tcW w:w="3480" w:type="dxa"/>
          </w:tcPr>
          <w:p w:rsidR="00F6401F" w:rsidRDefault="00F6401F" w:rsidP="001C48AB">
            <w:r>
              <w:t>Op welke wijze vinden deze activiteiten plaats ?</w:t>
            </w:r>
          </w:p>
        </w:tc>
        <w:tc>
          <w:tcPr>
            <w:tcW w:w="240" w:type="dxa"/>
            <w:shd w:val="clear" w:color="auto" w:fill="FFCC99"/>
          </w:tcPr>
          <w:p w:rsidR="00F6401F" w:rsidRDefault="00F6401F" w:rsidP="001C48AB">
            <w:r>
              <w:t>:</w:t>
            </w:r>
          </w:p>
        </w:tc>
        <w:tc>
          <w:tcPr>
            <w:tcW w:w="4534" w:type="dxa"/>
          </w:tcPr>
          <w:p w:rsidR="00F6401F" w:rsidRDefault="00F6401F" w:rsidP="001C48AB">
            <w:pPr>
              <w:numPr>
                <w:ilvl w:val="0"/>
                <w:numId w:val="13"/>
              </w:numPr>
            </w:pPr>
            <w:r>
              <w:t>barbecue</w:t>
            </w:r>
          </w:p>
          <w:p w:rsidR="00F6401F" w:rsidRDefault="00F6401F" w:rsidP="001C48AB">
            <w:pPr>
              <w:numPr>
                <w:ilvl w:val="0"/>
                <w:numId w:val="13"/>
              </w:numPr>
            </w:pPr>
            <w:r>
              <w:t>open vuur</w:t>
            </w:r>
          </w:p>
          <w:p w:rsidR="00F6401F" w:rsidRDefault="00F6401F" w:rsidP="001C48AB">
            <w:pPr>
              <w:numPr>
                <w:ilvl w:val="0"/>
                <w:numId w:val="13"/>
              </w:numPr>
            </w:pPr>
            <w:r>
              <w:t>branders, fornuizen e.d.</w:t>
            </w:r>
          </w:p>
        </w:tc>
        <w:tc>
          <w:tcPr>
            <w:tcW w:w="284" w:type="dxa"/>
            <w:shd w:val="clear" w:color="auto" w:fill="FFCC99"/>
          </w:tcPr>
          <w:p w:rsidR="00F6401F" w:rsidRDefault="00F6401F" w:rsidP="001C48AB"/>
        </w:tc>
      </w:tr>
      <w:tr w:rsidR="00F6401F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F6401F" w:rsidRDefault="00F6401F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F6401F" w:rsidRDefault="00F6401F" w:rsidP="001C48AB"/>
        </w:tc>
        <w:tc>
          <w:tcPr>
            <w:tcW w:w="240" w:type="dxa"/>
            <w:shd w:val="clear" w:color="auto" w:fill="FFCC99"/>
          </w:tcPr>
          <w:p w:rsidR="00F6401F" w:rsidRDefault="00F6401F" w:rsidP="001C48AB"/>
        </w:tc>
        <w:tc>
          <w:tcPr>
            <w:tcW w:w="4534" w:type="dxa"/>
            <w:shd w:val="clear" w:color="auto" w:fill="FFCC99"/>
          </w:tcPr>
          <w:p w:rsidR="00F6401F" w:rsidRDefault="00F6401F" w:rsidP="001C48AB"/>
        </w:tc>
        <w:tc>
          <w:tcPr>
            <w:tcW w:w="284" w:type="dxa"/>
            <w:shd w:val="clear" w:color="auto" w:fill="FFCC99"/>
          </w:tcPr>
          <w:p w:rsidR="00F6401F" w:rsidRDefault="00F6401F" w:rsidP="001C48AB"/>
        </w:tc>
      </w:tr>
      <w:tr w:rsidR="00F6401F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F6401F" w:rsidRDefault="00F6401F" w:rsidP="001C48AB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F6401F" w:rsidRDefault="00F6401F" w:rsidP="001C48AB">
            <w:pPr>
              <w:pStyle w:val="Koptekst"/>
              <w:tabs>
                <w:tab w:val="clear" w:pos="4536"/>
                <w:tab w:val="clear" w:pos="9072"/>
              </w:tabs>
            </w:pPr>
            <w:r>
              <w:t>Brandstof</w:t>
            </w:r>
          </w:p>
        </w:tc>
        <w:tc>
          <w:tcPr>
            <w:tcW w:w="240" w:type="dxa"/>
            <w:shd w:val="clear" w:color="auto" w:fill="FFCC99"/>
          </w:tcPr>
          <w:p w:rsidR="00F6401F" w:rsidRDefault="00F6401F" w:rsidP="001C48AB"/>
        </w:tc>
        <w:tc>
          <w:tcPr>
            <w:tcW w:w="4534" w:type="dxa"/>
          </w:tcPr>
          <w:p w:rsidR="00F6401F" w:rsidRDefault="00F6401F" w:rsidP="001C48AB">
            <w:r>
              <w:sym w:font="Wingdings" w:char="F0A1"/>
            </w:r>
            <w:r>
              <w:t xml:space="preserve">    elektriciteit    : ……………………………..</w:t>
            </w:r>
          </w:p>
          <w:p w:rsidR="00F6401F" w:rsidRDefault="00F6401F" w:rsidP="001C48AB">
            <w:pPr>
              <w:tabs>
                <w:tab w:val="left" w:pos="1730"/>
              </w:tabs>
            </w:pPr>
            <w:r>
              <w:sym w:font="Wingdings" w:char="F0A1"/>
            </w:r>
            <w:r>
              <w:t xml:space="preserve">    vast              : ……………………………..</w:t>
            </w:r>
          </w:p>
          <w:p w:rsidR="00F6401F" w:rsidRDefault="00F6401F" w:rsidP="001C48AB">
            <w:r>
              <w:sym w:font="Wingdings" w:char="F0A1"/>
            </w:r>
            <w:r>
              <w:t xml:space="preserve">    vloeibaar      : ……………………………..</w:t>
            </w:r>
          </w:p>
          <w:p w:rsidR="00F6401F" w:rsidRDefault="00F6401F" w:rsidP="001C48AB">
            <w:r>
              <w:sym w:font="Wingdings" w:char="F0A1"/>
            </w:r>
            <w:r>
              <w:t xml:space="preserve">    gasvormig    : ……………………………..</w:t>
            </w:r>
          </w:p>
          <w:p w:rsidR="00F6401F" w:rsidRDefault="00F6401F" w:rsidP="00F6401F">
            <w:pPr>
              <w:numPr>
                <w:ilvl w:val="0"/>
                <w:numId w:val="26"/>
              </w:numPr>
              <w:tabs>
                <w:tab w:val="clear" w:pos="360"/>
              </w:tabs>
              <w:ind w:left="770" w:hanging="190"/>
            </w:pPr>
            <w:r>
              <w:t xml:space="preserve"> Aantal gasflessen : ……………….</w:t>
            </w:r>
          </w:p>
          <w:p w:rsidR="00F6401F" w:rsidRDefault="00F6401F" w:rsidP="00F6401F">
            <w:pPr>
              <w:numPr>
                <w:ilvl w:val="0"/>
                <w:numId w:val="26"/>
              </w:numPr>
              <w:tabs>
                <w:tab w:val="clear" w:pos="360"/>
              </w:tabs>
              <w:ind w:left="770" w:hanging="190"/>
            </w:pPr>
            <w:r>
              <w:t xml:space="preserve"> Inhoud flessen      : ……………….</w:t>
            </w:r>
          </w:p>
        </w:tc>
        <w:tc>
          <w:tcPr>
            <w:tcW w:w="284" w:type="dxa"/>
            <w:shd w:val="clear" w:color="auto" w:fill="FFCC99"/>
          </w:tcPr>
          <w:p w:rsidR="00F6401F" w:rsidRDefault="00F6401F" w:rsidP="001C48AB">
            <w:pPr>
              <w:pStyle w:val="Koptekst"/>
              <w:tabs>
                <w:tab w:val="clear" w:pos="4536"/>
                <w:tab w:val="clear" w:pos="9072"/>
              </w:tabs>
            </w:pPr>
          </w:p>
        </w:tc>
      </w:tr>
      <w:tr w:rsidR="00F6401F" w:rsidTr="00DD30F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430" w:type="dxa"/>
            <w:shd w:val="clear" w:color="auto" w:fill="FFCC99"/>
          </w:tcPr>
          <w:p w:rsidR="00F6401F" w:rsidRDefault="00F6401F" w:rsidP="001C48AB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F6401F" w:rsidRDefault="00F6401F" w:rsidP="001C48AB"/>
        </w:tc>
        <w:tc>
          <w:tcPr>
            <w:tcW w:w="240" w:type="dxa"/>
            <w:shd w:val="clear" w:color="auto" w:fill="FFCC99"/>
          </w:tcPr>
          <w:p w:rsidR="00F6401F" w:rsidRDefault="00F6401F" w:rsidP="001C48AB"/>
        </w:tc>
        <w:tc>
          <w:tcPr>
            <w:tcW w:w="4534" w:type="dxa"/>
            <w:shd w:val="clear" w:color="auto" w:fill="FFCC99"/>
          </w:tcPr>
          <w:p w:rsidR="00F6401F" w:rsidRDefault="00F6401F" w:rsidP="001C48AB"/>
        </w:tc>
        <w:tc>
          <w:tcPr>
            <w:tcW w:w="284" w:type="dxa"/>
            <w:shd w:val="clear" w:color="auto" w:fill="FFCC99"/>
          </w:tcPr>
          <w:p w:rsidR="00F6401F" w:rsidRDefault="00F6401F" w:rsidP="001C48AB"/>
        </w:tc>
      </w:tr>
    </w:tbl>
    <w:p w:rsidR="00DB473C" w:rsidRDefault="00DB473C">
      <w:pPr>
        <w:pStyle w:val="Plattetekst"/>
        <w:tabs>
          <w:tab w:val="left" w:pos="840"/>
        </w:tabs>
        <w:rPr>
          <w:b/>
          <w:i w:val="0"/>
        </w:rPr>
      </w:pPr>
      <w:r>
        <w:rPr>
          <w:b/>
          <w:sz w:val="16"/>
        </w:rPr>
        <w:br w:type="page"/>
      </w:r>
      <w:r>
        <w:rPr>
          <w:b/>
          <w:i w:val="0"/>
        </w:rPr>
        <w:lastRenderedPageBreak/>
        <w:t xml:space="preserve">BIJLAGE </w:t>
      </w:r>
      <w:r w:rsidR="008E1F18">
        <w:rPr>
          <w:b/>
          <w:i w:val="0"/>
        </w:rPr>
        <w:t>B</w:t>
      </w:r>
      <w:r w:rsidR="00F6401F">
        <w:rPr>
          <w:b/>
          <w:i w:val="0"/>
        </w:rPr>
        <w:t xml:space="preserve"> 8-10</w:t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>
        <w:rPr>
          <w:b/>
          <w:i w:val="0"/>
        </w:rPr>
        <w:tab/>
      </w:r>
      <w:r w:rsidR="00C660CB">
        <w:rPr>
          <w:b/>
          <w:i w:val="0"/>
        </w:rPr>
        <w:t>Buitenspeeldag</w:t>
      </w:r>
      <w:r w:rsidR="005050CE">
        <w:rPr>
          <w:b/>
          <w:i w:val="0"/>
        </w:rPr>
        <w:t xml:space="preserve"> </w:t>
      </w:r>
      <w:r>
        <w:rPr>
          <w:b/>
          <w:i w:val="0"/>
        </w:rPr>
        <w:t xml:space="preserve"> :  …………………………………</w:t>
      </w:r>
    </w:p>
    <w:p w:rsidR="00DB473C" w:rsidRDefault="00DB473C">
      <w:pPr>
        <w:pStyle w:val="Plattetekst"/>
        <w:ind w:left="3540" w:firstLine="708"/>
        <w:rPr>
          <w:b/>
          <w:i w:val="0"/>
        </w:rPr>
      </w:pPr>
      <w:r>
        <w:rPr>
          <w:b/>
          <w:i w:val="0"/>
        </w:rPr>
        <w:t xml:space="preserve">DATUM           </w:t>
      </w:r>
      <w:r w:rsidR="005050CE">
        <w:rPr>
          <w:b/>
          <w:i w:val="0"/>
        </w:rPr>
        <w:t xml:space="preserve">    </w:t>
      </w:r>
      <w:r>
        <w:rPr>
          <w:b/>
          <w:i w:val="0"/>
        </w:rPr>
        <w:t>: ………………………………….</w:t>
      </w:r>
    </w:p>
    <w:p w:rsidR="00F6401F" w:rsidRDefault="00F6401F" w:rsidP="00F6401F">
      <w:pPr>
        <w:pStyle w:val="Plattetekst"/>
        <w:ind w:left="2832" w:firstLine="2118"/>
        <w:rPr>
          <w:b/>
          <w:i w:val="0"/>
        </w:rPr>
      </w:pPr>
    </w:p>
    <w:p w:rsidR="00F6401F" w:rsidRDefault="00F6401F" w:rsidP="00F6401F">
      <w:pPr>
        <w:pStyle w:val="Plattetekst"/>
        <w:pBdr>
          <w:top w:val="double" w:sz="4" w:space="1" w:color="auto"/>
        </w:pBdr>
        <w:rPr>
          <w:b/>
          <w:i w:val="0"/>
        </w:rPr>
      </w:pPr>
    </w:p>
    <w:p w:rsidR="00DB473C" w:rsidRDefault="008E1F18">
      <w:pPr>
        <w:pStyle w:val="Koptekst"/>
        <w:tabs>
          <w:tab w:val="clear" w:pos="4536"/>
          <w:tab w:val="clear" w:pos="9072"/>
        </w:tabs>
        <w:rPr>
          <w:b/>
        </w:rPr>
      </w:pPr>
      <w:r>
        <w:rPr>
          <w:b/>
        </w:rPr>
        <w:t>B</w:t>
      </w:r>
      <w:r w:rsidR="00F6401F">
        <w:rPr>
          <w:b/>
        </w:rPr>
        <w:t xml:space="preserve"> 8</w:t>
      </w:r>
      <w:r w:rsidR="00A92FE7">
        <w:rPr>
          <w:b/>
        </w:rPr>
        <w:tab/>
        <w:t>Verkeers</w:t>
      </w:r>
      <w:r w:rsidR="00DB473C">
        <w:rPr>
          <w:b/>
        </w:rPr>
        <w:t xml:space="preserve">maatregelen </w:t>
      </w:r>
    </w:p>
    <w:p w:rsidR="00DB473C" w:rsidRDefault="00DB473C">
      <w:pPr>
        <w:pStyle w:val="Koptekst"/>
        <w:tabs>
          <w:tab w:val="clear" w:pos="4536"/>
          <w:tab w:val="clear" w:pos="9072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Zijn wegafsluitingen noodzakelijk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sym w:font="Wingdings" w:char="F0A1"/>
            </w:r>
            <w:r>
              <w:t xml:space="preserve">     nee     </w:t>
            </w:r>
            <w:r>
              <w:sym w:font="Wingdings" w:char="F0A1"/>
            </w:r>
            <w:r>
              <w:t xml:space="preserve">  ja</w:t>
            </w:r>
          </w:p>
          <w:p w:rsidR="00DB473C" w:rsidRDefault="00DB473C">
            <w:r>
              <w:t xml:space="preserve">Zo ja, welke wegen of weggedeelten </w:t>
            </w:r>
          </w:p>
          <w:p w:rsidR="00DB473C" w:rsidRDefault="00DB473C"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DB473C" w:rsidRDefault="00DB473C">
            <w:r>
              <w:t xml:space="preserve">Indien een heel gebied moet worden afgesloten dient u exact aan te geven welk gebied </w:t>
            </w:r>
          </w:p>
          <w:p w:rsidR="00DB473C" w:rsidRDefault="00DB473C">
            <w:r>
              <w:t>(</w:t>
            </w:r>
            <w:r>
              <w:rPr>
                <w:i/>
                <w:sz w:val="18"/>
              </w:rPr>
              <w:t>Op een situatietekening aangeven)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>b.</w:t>
            </w:r>
          </w:p>
        </w:tc>
        <w:tc>
          <w:tcPr>
            <w:tcW w:w="3480" w:type="dxa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Hoe wordt het verkeer omgeleid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>Omleiding via ………………………………………………………………………………………………………………………………………………………………………</w:t>
            </w:r>
          </w:p>
          <w:p w:rsidR="00DB473C" w:rsidRDefault="00DB473C">
            <w:r>
              <w:t>(</w:t>
            </w:r>
            <w:r>
              <w:rPr>
                <w:i/>
                <w:sz w:val="18"/>
              </w:rPr>
              <w:t>Op een situatietekening aangeven)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</w:p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Koptekst"/>
        <w:tabs>
          <w:tab w:val="clear" w:pos="4536"/>
          <w:tab w:val="clear" w:pos="9072"/>
        </w:tabs>
        <w:rPr>
          <w:b/>
        </w:rPr>
      </w:pPr>
    </w:p>
    <w:p w:rsidR="00DB473C" w:rsidRDefault="008E1F18">
      <w:pPr>
        <w:pStyle w:val="Koptekst"/>
        <w:tabs>
          <w:tab w:val="clear" w:pos="4536"/>
          <w:tab w:val="clear" w:pos="9072"/>
        </w:tabs>
        <w:rPr>
          <w:b/>
        </w:rPr>
      </w:pPr>
      <w:r>
        <w:rPr>
          <w:b/>
        </w:rPr>
        <w:t>B</w:t>
      </w:r>
      <w:r w:rsidR="00F6401F">
        <w:rPr>
          <w:b/>
        </w:rPr>
        <w:t xml:space="preserve"> 9</w:t>
      </w:r>
      <w:r w:rsidR="00DB473C">
        <w:rPr>
          <w:b/>
        </w:rPr>
        <w:tab/>
        <w:t xml:space="preserve">Veiligheid, beveiliging en toezicht </w:t>
      </w:r>
    </w:p>
    <w:p w:rsidR="00DB473C" w:rsidRDefault="00DB473C">
      <w:pPr>
        <w:pStyle w:val="Koptekst"/>
        <w:tabs>
          <w:tab w:val="clear" w:pos="4536"/>
          <w:tab w:val="clear" w:pos="9072"/>
        </w:tabs>
        <w:rPr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  <w:r>
              <w:t xml:space="preserve">a. </w:t>
            </w:r>
          </w:p>
        </w:tc>
        <w:tc>
          <w:tcPr>
            <w:tcW w:w="3480" w:type="dxa"/>
          </w:tcPr>
          <w:p w:rsidR="00DB473C" w:rsidRDefault="00DB473C">
            <w:pPr>
              <w:pStyle w:val="Koptekst"/>
              <w:tabs>
                <w:tab w:val="clear" w:pos="4536"/>
                <w:tab w:val="clear" w:pos="9072"/>
              </w:tabs>
            </w:pPr>
            <w:r>
              <w:t>Welke maatregelen zijn genomen om de veiligheid van deelnemers en bezoekers te waarborgen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>Maatregelen zoals:</w:t>
            </w:r>
          </w:p>
          <w:p w:rsidR="00DB473C" w:rsidRDefault="00DB473C">
            <w:r>
              <w:sym w:font="Wingdings" w:char="F06F"/>
            </w:r>
            <w:r>
              <w:t xml:space="preserve"> extra personeel voor  bijv.</w:t>
            </w:r>
          </w:p>
          <w:p w:rsidR="00DB473C" w:rsidRDefault="00DB473C">
            <w:r>
              <w:t xml:space="preserve">     </w:t>
            </w:r>
            <w:r>
              <w:sym w:font="Wingdings" w:char="F0A1"/>
            </w:r>
            <w:r>
              <w:t xml:space="preserve">  toezicht </w:t>
            </w:r>
            <w:r w:rsidR="00F6401F">
              <w:t>/</w:t>
            </w:r>
            <w:r>
              <w:t xml:space="preserve"> controle tijdens </w:t>
            </w:r>
            <w:r w:rsidR="00C660CB">
              <w:t>buitenspeeldag</w:t>
            </w:r>
          </w:p>
          <w:p w:rsidR="00DB473C" w:rsidRDefault="00DB473C">
            <w:r>
              <w:t xml:space="preserve">     </w:t>
            </w:r>
            <w:r>
              <w:sym w:font="Wingdings" w:char="F0A1"/>
            </w:r>
            <w:r>
              <w:t xml:space="preserve">  ophalen glaswerk</w:t>
            </w:r>
          </w:p>
          <w:p w:rsidR="00DB473C" w:rsidRDefault="00DB473C">
            <w:r>
              <w:sym w:font="Wingdings" w:char="F06F"/>
            </w:r>
            <w:r w:rsidR="00F6401F">
              <w:t xml:space="preserve">  gebruik plastic i.p.v. glas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3343C1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3343C1" w:rsidRDefault="00A92FE7">
            <w:pPr>
              <w:jc w:val="center"/>
            </w:pPr>
            <w:r>
              <w:t>b.</w:t>
            </w:r>
          </w:p>
        </w:tc>
        <w:tc>
          <w:tcPr>
            <w:tcW w:w="3480" w:type="dxa"/>
            <w:shd w:val="clear" w:color="auto" w:fill="FFFFFF"/>
          </w:tcPr>
          <w:p w:rsidR="003343C1" w:rsidRDefault="00A92FE7">
            <w:r>
              <w:t>EHBO</w:t>
            </w:r>
          </w:p>
        </w:tc>
        <w:tc>
          <w:tcPr>
            <w:tcW w:w="240" w:type="dxa"/>
            <w:shd w:val="clear" w:color="auto" w:fill="FFCC99"/>
          </w:tcPr>
          <w:p w:rsidR="003343C1" w:rsidRDefault="00A92FE7">
            <w:r>
              <w:t>:</w:t>
            </w:r>
          </w:p>
        </w:tc>
        <w:tc>
          <w:tcPr>
            <w:tcW w:w="4534" w:type="dxa"/>
            <w:shd w:val="clear" w:color="auto" w:fill="FFFFFF"/>
          </w:tcPr>
          <w:p w:rsidR="003343C1" w:rsidRDefault="00A92FE7">
            <w:r>
              <w:t xml:space="preserve">Tijdens de </w:t>
            </w:r>
            <w:r w:rsidR="00C660CB">
              <w:t>buitenspeeldag</w:t>
            </w:r>
            <w:r>
              <w:t xml:space="preserve"> dient een goed gevulde EHBO-trommel aanwezig te zijn</w:t>
            </w:r>
          </w:p>
        </w:tc>
        <w:tc>
          <w:tcPr>
            <w:tcW w:w="284" w:type="dxa"/>
            <w:shd w:val="clear" w:color="auto" w:fill="FFCC99"/>
          </w:tcPr>
          <w:p w:rsidR="003343C1" w:rsidRDefault="003343C1"/>
        </w:tc>
      </w:tr>
      <w:tr w:rsidR="003343C1" w:rsidTr="00DD30FE">
        <w:tblPrEx>
          <w:tblCellMar>
            <w:top w:w="0" w:type="dxa"/>
            <w:bottom w:w="0" w:type="dxa"/>
          </w:tblCellMar>
        </w:tblPrEx>
        <w:trPr>
          <w:trHeight w:hRule="exact" w:val="87"/>
        </w:trPr>
        <w:tc>
          <w:tcPr>
            <w:tcW w:w="430" w:type="dxa"/>
            <w:shd w:val="clear" w:color="auto" w:fill="FFCC99"/>
          </w:tcPr>
          <w:p w:rsidR="003343C1" w:rsidRDefault="003343C1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3343C1" w:rsidRDefault="003343C1"/>
        </w:tc>
        <w:tc>
          <w:tcPr>
            <w:tcW w:w="240" w:type="dxa"/>
            <w:shd w:val="clear" w:color="auto" w:fill="FFCC99"/>
          </w:tcPr>
          <w:p w:rsidR="003343C1" w:rsidRDefault="003343C1"/>
        </w:tc>
        <w:tc>
          <w:tcPr>
            <w:tcW w:w="4534" w:type="dxa"/>
            <w:shd w:val="clear" w:color="auto" w:fill="FFCC99"/>
          </w:tcPr>
          <w:p w:rsidR="003343C1" w:rsidRDefault="003343C1"/>
        </w:tc>
        <w:tc>
          <w:tcPr>
            <w:tcW w:w="284" w:type="dxa"/>
            <w:shd w:val="clear" w:color="auto" w:fill="FFCC99"/>
          </w:tcPr>
          <w:p w:rsidR="003343C1" w:rsidRDefault="003343C1"/>
        </w:tc>
      </w:tr>
    </w:tbl>
    <w:p w:rsidR="00DB473C" w:rsidRDefault="00DB473C">
      <w:pPr>
        <w:pStyle w:val="Koptekst"/>
        <w:tabs>
          <w:tab w:val="clear" w:pos="4536"/>
          <w:tab w:val="clear" w:pos="9072"/>
        </w:tabs>
        <w:rPr>
          <w:b/>
        </w:rPr>
      </w:pPr>
    </w:p>
    <w:p w:rsidR="00DB473C" w:rsidRDefault="008E1F18">
      <w:pPr>
        <w:pStyle w:val="Koptekst"/>
        <w:tabs>
          <w:tab w:val="clear" w:pos="4536"/>
          <w:tab w:val="clear" w:pos="9072"/>
        </w:tabs>
        <w:rPr>
          <w:b/>
        </w:rPr>
      </w:pPr>
      <w:r>
        <w:rPr>
          <w:b/>
        </w:rPr>
        <w:t>B</w:t>
      </w:r>
      <w:r w:rsidR="00F6401F">
        <w:rPr>
          <w:b/>
        </w:rPr>
        <w:t xml:space="preserve"> 10</w:t>
      </w:r>
      <w:r w:rsidR="00DB473C">
        <w:rPr>
          <w:b/>
        </w:rPr>
        <w:tab/>
        <w:t>Milieuzorg (stroomaggregaten, afval, ed.)</w:t>
      </w:r>
    </w:p>
    <w:p w:rsidR="00DB473C" w:rsidRDefault="00DB473C">
      <w:pPr>
        <w:pStyle w:val="Koptekst"/>
        <w:tabs>
          <w:tab w:val="clear" w:pos="4536"/>
          <w:tab w:val="clear" w:pos="9072"/>
        </w:tabs>
        <w:rPr>
          <w:b/>
          <w:i/>
          <w:sz w:val="16"/>
          <w:vertAlign w:val="superscrip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3480"/>
        <w:gridCol w:w="240"/>
        <w:gridCol w:w="4534"/>
        <w:gridCol w:w="284"/>
      </w:tblGrid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c>
          <w:tcPr>
            <w:tcW w:w="430" w:type="dxa"/>
            <w:shd w:val="clear" w:color="auto" w:fill="FFCC99"/>
          </w:tcPr>
          <w:p w:rsidR="00DB473C" w:rsidRDefault="00A92FE7">
            <w:pPr>
              <w:jc w:val="center"/>
            </w:pPr>
            <w:r>
              <w:t>a</w:t>
            </w:r>
            <w:r w:rsidR="00DB473C">
              <w:t>.</w:t>
            </w:r>
          </w:p>
        </w:tc>
        <w:tc>
          <w:tcPr>
            <w:tcW w:w="3480" w:type="dxa"/>
          </w:tcPr>
          <w:p w:rsidR="00DB473C" w:rsidRDefault="00DB473C">
            <w:r>
              <w:t>Inzameling afval</w:t>
            </w:r>
          </w:p>
        </w:tc>
        <w:tc>
          <w:tcPr>
            <w:tcW w:w="240" w:type="dxa"/>
            <w:shd w:val="clear" w:color="auto" w:fill="FFCC99"/>
          </w:tcPr>
          <w:p w:rsidR="00DB473C" w:rsidRDefault="00DB473C">
            <w:r>
              <w:t>:</w:t>
            </w:r>
          </w:p>
        </w:tc>
        <w:tc>
          <w:tcPr>
            <w:tcW w:w="4534" w:type="dxa"/>
          </w:tcPr>
          <w:p w:rsidR="00DB473C" w:rsidRDefault="00DB473C">
            <w:r>
              <w:t>Inzamelunits :</w:t>
            </w:r>
          </w:p>
          <w:p w:rsidR="00DB473C" w:rsidRDefault="00DB473C">
            <w:r>
              <w:t>Aantal       : ……………….</w:t>
            </w:r>
          </w:p>
          <w:p w:rsidR="00DB473C" w:rsidRDefault="00DB473C">
            <w:r>
              <w:t>Grootte     : ……………….. (liter)</w:t>
            </w:r>
          </w:p>
          <w:p w:rsidR="00DB473C" w:rsidRDefault="00DB473C"/>
          <w:p w:rsidR="00DB473C" w:rsidRDefault="00DB473C">
            <w:r>
              <w:t>Afvoer afval door :</w:t>
            </w:r>
          </w:p>
          <w:p w:rsidR="00DB473C" w:rsidRDefault="00DB473C">
            <w:pPr>
              <w:rPr>
                <w:sz w:val="16"/>
              </w:rPr>
            </w:pPr>
            <w:r>
              <w:t>……………………………………………</w:t>
            </w:r>
            <w:r>
              <w:rPr>
                <w:sz w:val="16"/>
              </w:rPr>
              <w:t>(naam bedrijf)</w:t>
            </w:r>
          </w:p>
        </w:tc>
        <w:tc>
          <w:tcPr>
            <w:tcW w:w="284" w:type="dxa"/>
            <w:shd w:val="clear" w:color="auto" w:fill="FFCC99"/>
          </w:tcPr>
          <w:p w:rsidR="00DB473C" w:rsidRDefault="00DB473C"/>
        </w:tc>
      </w:tr>
      <w:tr w:rsidR="00DB473C" w:rsidTr="00DD30F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30" w:type="dxa"/>
            <w:shd w:val="clear" w:color="auto" w:fill="FFCC99"/>
          </w:tcPr>
          <w:p w:rsidR="00DB473C" w:rsidRDefault="00DB473C">
            <w:pPr>
              <w:jc w:val="center"/>
            </w:pPr>
          </w:p>
        </w:tc>
        <w:tc>
          <w:tcPr>
            <w:tcW w:w="3480" w:type="dxa"/>
            <w:shd w:val="clear" w:color="auto" w:fill="FFCC99"/>
          </w:tcPr>
          <w:p w:rsidR="00DB473C" w:rsidRDefault="00DB473C"/>
        </w:tc>
        <w:tc>
          <w:tcPr>
            <w:tcW w:w="240" w:type="dxa"/>
            <w:shd w:val="clear" w:color="auto" w:fill="FFCC99"/>
          </w:tcPr>
          <w:p w:rsidR="00DB473C" w:rsidRDefault="00DB473C"/>
        </w:tc>
        <w:tc>
          <w:tcPr>
            <w:tcW w:w="4534" w:type="dxa"/>
            <w:shd w:val="clear" w:color="auto" w:fill="FFCC99"/>
          </w:tcPr>
          <w:p w:rsidR="00DB473C" w:rsidRDefault="00DB473C"/>
        </w:tc>
        <w:tc>
          <w:tcPr>
            <w:tcW w:w="284" w:type="dxa"/>
            <w:shd w:val="clear" w:color="auto" w:fill="FFCC99"/>
          </w:tcPr>
          <w:p w:rsidR="00DB473C" w:rsidRDefault="00DB473C"/>
        </w:tc>
      </w:tr>
    </w:tbl>
    <w:p w:rsidR="00DB473C" w:rsidRDefault="00DB473C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F6401F" w:rsidRDefault="00F6401F">
      <w:pPr>
        <w:pStyle w:val="Plattetekst"/>
        <w:tabs>
          <w:tab w:val="left" w:pos="840"/>
        </w:tabs>
        <w:rPr>
          <w:b/>
          <w:i w:val="0"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p w:rsidR="00A92FE7" w:rsidRDefault="00A92FE7">
      <w:pPr>
        <w:pStyle w:val="Koptekst"/>
        <w:tabs>
          <w:tab w:val="clear" w:pos="4536"/>
          <w:tab w:val="clear" w:pos="9072"/>
        </w:tabs>
        <w:rPr>
          <w:b/>
        </w:rPr>
      </w:pPr>
    </w:p>
    <w:sectPr w:rsidR="00A92FE7" w:rsidSect="008C11AB">
      <w:headerReference w:type="even" r:id="rId7"/>
      <w:headerReference w:type="default" r:id="rId8"/>
      <w:headerReference w:type="first" r:id="rId9"/>
      <w:pgSz w:w="11906" w:h="16838" w:code="9"/>
      <w:pgMar w:top="907" w:right="102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8C1" w:rsidRDefault="008778C1">
      <w:r>
        <w:separator/>
      </w:r>
    </w:p>
  </w:endnote>
  <w:endnote w:type="continuationSeparator" w:id="0">
    <w:p w:rsidR="008778C1" w:rsidRDefault="008778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8C1" w:rsidRDefault="008778C1">
      <w:r>
        <w:separator/>
      </w:r>
    </w:p>
  </w:footnote>
  <w:footnote w:type="continuationSeparator" w:id="0">
    <w:p w:rsidR="008778C1" w:rsidRDefault="008778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73C" w:rsidRDefault="00DB473C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B473C" w:rsidRDefault="00DB473C">
    <w:pPr>
      <w:pStyle w:val="Koptekst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73C" w:rsidRDefault="00DB473C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2F2149">
      <w:rPr>
        <w:rStyle w:val="Paginanummer"/>
        <w:noProof/>
      </w:rPr>
      <w:t>6</w:t>
    </w:r>
    <w:r>
      <w:rPr>
        <w:rStyle w:val="Paginanummer"/>
      </w:rPr>
      <w:fldChar w:fldCharType="end"/>
    </w:r>
  </w:p>
  <w:p w:rsidR="00DB473C" w:rsidRDefault="00DB473C">
    <w:pPr>
      <w:pStyle w:val="Koptekst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73C" w:rsidRDefault="002F2149">
    <w:pPr>
      <w:pStyle w:val="Koptekst"/>
    </w:pPr>
    <w:r>
      <w:rPr>
        <w:noProof/>
      </w:rPr>
      <w:drawing>
        <wp:anchor distT="180340" distB="540385" distL="114300" distR="114300" simplePos="0" relativeHeight="251657728" behindDoc="0" locked="0" layoutInCell="0" allowOverlap="1">
          <wp:simplePos x="0" y="0"/>
          <wp:positionH relativeFrom="margin">
            <wp:posOffset>0</wp:posOffset>
          </wp:positionH>
          <wp:positionV relativeFrom="page">
            <wp:posOffset>288290</wp:posOffset>
          </wp:positionV>
          <wp:extent cx="2306955" cy="1062990"/>
          <wp:effectExtent l="19050" t="0" r="0" b="0"/>
          <wp:wrapTopAndBottom/>
          <wp:docPr id="1" name="Afbeelding 1" descr="logo zw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zwar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6955" cy="1062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395"/>
    <w:multiLevelType w:val="singleLevel"/>
    <w:tmpl w:val="281C3F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DF21F1"/>
    <w:multiLevelType w:val="singleLevel"/>
    <w:tmpl w:val="2CAC2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7D1C11"/>
    <w:multiLevelType w:val="singleLevel"/>
    <w:tmpl w:val="FD369E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6BA4753"/>
    <w:multiLevelType w:val="singleLevel"/>
    <w:tmpl w:val="0A12A23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E7C5A8C"/>
    <w:multiLevelType w:val="singleLevel"/>
    <w:tmpl w:val="281C3F5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F6C60AC"/>
    <w:multiLevelType w:val="singleLevel"/>
    <w:tmpl w:val="281C3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2021C45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035845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F0A019C"/>
    <w:multiLevelType w:val="singleLevel"/>
    <w:tmpl w:val="D2DCC54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F955A63"/>
    <w:multiLevelType w:val="singleLevel"/>
    <w:tmpl w:val="A6408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FAD71FD"/>
    <w:multiLevelType w:val="multilevel"/>
    <w:tmpl w:val="BEF2E7C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F656E1"/>
    <w:multiLevelType w:val="singleLevel"/>
    <w:tmpl w:val="633EA89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04C464F"/>
    <w:multiLevelType w:val="singleLevel"/>
    <w:tmpl w:val="281C3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1660E3A"/>
    <w:multiLevelType w:val="singleLevel"/>
    <w:tmpl w:val="0094B076"/>
    <w:lvl w:ilvl="0">
      <w:start w:val="5"/>
      <w:numFmt w:val="bullet"/>
      <w:lvlText w:val="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4">
    <w:nsid w:val="21B37C9C"/>
    <w:multiLevelType w:val="hybridMultilevel"/>
    <w:tmpl w:val="C2D62796"/>
    <w:lvl w:ilvl="0" w:tplc="B4FE074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6A0022"/>
    <w:multiLevelType w:val="singleLevel"/>
    <w:tmpl w:val="6AE2CE68"/>
    <w:lvl w:ilvl="0">
      <w:start w:val="4"/>
      <w:numFmt w:val="decimalZero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</w:abstractNum>
  <w:abstractNum w:abstractNumId="16">
    <w:nsid w:val="23180234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3C161B8"/>
    <w:multiLevelType w:val="singleLevel"/>
    <w:tmpl w:val="A6408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5BC4AE4"/>
    <w:multiLevelType w:val="multilevel"/>
    <w:tmpl w:val="C8D04A18"/>
    <w:lvl w:ilvl="0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263C748B"/>
    <w:multiLevelType w:val="multilevel"/>
    <w:tmpl w:val="7B804D18"/>
    <w:lvl w:ilvl="0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7D25606"/>
    <w:multiLevelType w:val="singleLevel"/>
    <w:tmpl w:val="C9460C8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0AC614A"/>
    <w:multiLevelType w:val="hybridMultilevel"/>
    <w:tmpl w:val="75A809B0"/>
    <w:lvl w:ilvl="0" w:tplc="7D302BA2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ED052F"/>
    <w:multiLevelType w:val="singleLevel"/>
    <w:tmpl w:val="A6408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2D133C6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5081F5C"/>
    <w:multiLevelType w:val="singleLevel"/>
    <w:tmpl w:val="915629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50D5EF7"/>
    <w:multiLevelType w:val="singleLevel"/>
    <w:tmpl w:val="0DA83A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37BE22D6"/>
    <w:multiLevelType w:val="singleLevel"/>
    <w:tmpl w:val="633EB13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38F55365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3A965C68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3B0D1BCE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3B166818"/>
    <w:multiLevelType w:val="multilevel"/>
    <w:tmpl w:val="8EFCC1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BA974DC"/>
    <w:multiLevelType w:val="singleLevel"/>
    <w:tmpl w:val="B9044C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3BD17E08"/>
    <w:multiLevelType w:val="singleLevel"/>
    <w:tmpl w:val="8B12C9D6"/>
    <w:lvl w:ilvl="0">
      <w:start w:val="7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33">
    <w:nsid w:val="3C030C34"/>
    <w:multiLevelType w:val="multilevel"/>
    <w:tmpl w:val="8C448B2A"/>
    <w:lvl w:ilvl="0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3CF42513"/>
    <w:multiLevelType w:val="singleLevel"/>
    <w:tmpl w:val="690416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35">
    <w:nsid w:val="3D315460"/>
    <w:multiLevelType w:val="singleLevel"/>
    <w:tmpl w:val="6ECC18B8"/>
    <w:lvl w:ilvl="0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hint="default"/>
      </w:rPr>
    </w:lvl>
  </w:abstractNum>
  <w:abstractNum w:abstractNumId="36">
    <w:nsid w:val="411049B9"/>
    <w:multiLevelType w:val="singleLevel"/>
    <w:tmpl w:val="237239E8"/>
    <w:lvl w:ilvl="0">
      <w:start w:val="2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7">
    <w:nsid w:val="433163AC"/>
    <w:multiLevelType w:val="singleLevel"/>
    <w:tmpl w:val="A288E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48AE0FF0"/>
    <w:multiLevelType w:val="singleLevel"/>
    <w:tmpl w:val="5C7EDF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4DCF3E68"/>
    <w:multiLevelType w:val="singleLevel"/>
    <w:tmpl w:val="A8960E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538567D5"/>
    <w:multiLevelType w:val="singleLevel"/>
    <w:tmpl w:val="04130001"/>
    <w:lvl w:ilvl="0">
      <w:start w:val="16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>
    <w:nsid w:val="591D70BF"/>
    <w:multiLevelType w:val="singleLevel"/>
    <w:tmpl w:val="281C3F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013069F"/>
    <w:multiLevelType w:val="singleLevel"/>
    <w:tmpl w:val="A6408C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62E8238C"/>
    <w:multiLevelType w:val="singleLevel"/>
    <w:tmpl w:val="F1BEBCE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54978C4"/>
    <w:multiLevelType w:val="singleLevel"/>
    <w:tmpl w:val="930A75FE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>
    <w:nsid w:val="71F060E3"/>
    <w:multiLevelType w:val="singleLevel"/>
    <w:tmpl w:val="0094B076"/>
    <w:lvl w:ilvl="0">
      <w:start w:val="5"/>
      <w:numFmt w:val="bullet"/>
      <w:lvlText w:val="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46">
    <w:nsid w:val="778F005C"/>
    <w:multiLevelType w:val="multilevel"/>
    <w:tmpl w:val="EF3A1DB8"/>
    <w:lvl w:ilvl="0">
      <w:start w:val="1"/>
      <w:numFmt w:val="bullet"/>
      <w:lvlText w:val="□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7">
    <w:nsid w:val="7A8C2D22"/>
    <w:multiLevelType w:val="singleLevel"/>
    <w:tmpl w:val="281C3F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7B0F4BB5"/>
    <w:multiLevelType w:val="singleLevel"/>
    <w:tmpl w:val="281C3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7FB50885"/>
    <w:multiLevelType w:val="singleLevel"/>
    <w:tmpl w:val="29F61E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0"/>
  </w:num>
  <w:num w:numId="2">
    <w:abstractNumId w:val="36"/>
  </w:num>
  <w:num w:numId="3">
    <w:abstractNumId w:val="44"/>
  </w:num>
  <w:num w:numId="4">
    <w:abstractNumId w:val="35"/>
  </w:num>
  <w:num w:numId="5">
    <w:abstractNumId w:val="15"/>
  </w:num>
  <w:num w:numId="6">
    <w:abstractNumId w:val="5"/>
  </w:num>
  <w:num w:numId="7">
    <w:abstractNumId w:val="0"/>
  </w:num>
  <w:num w:numId="8">
    <w:abstractNumId w:val="32"/>
  </w:num>
  <w:num w:numId="9">
    <w:abstractNumId w:val="41"/>
  </w:num>
  <w:num w:numId="10">
    <w:abstractNumId w:val="4"/>
  </w:num>
  <w:num w:numId="11">
    <w:abstractNumId w:val="48"/>
  </w:num>
  <w:num w:numId="12">
    <w:abstractNumId w:val="16"/>
  </w:num>
  <w:num w:numId="13">
    <w:abstractNumId w:val="13"/>
  </w:num>
  <w:num w:numId="14">
    <w:abstractNumId w:val="12"/>
  </w:num>
  <w:num w:numId="15">
    <w:abstractNumId w:val="47"/>
  </w:num>
  <w:num w:numId="16">
    <w:abstractNumId w:val="6"/>
  </w:num>
  <w:num w:numId="17">
    <w:abstractNumId w:val="29"/>
  </w:num>
  <w:num w:numId="18">
    <w:abstractNumId w:val="23"/>
  </w:num>
  <w:num w:numId="19">
    <w:abstractNumId w:val="43"/>
  </w:num>
  <w:num w:numId="20">
    <w:abstractNumId w:val="24"/>
  </w:num>
  <w:num w:numId="21">
    <w:abstractNumId w:val="34"/>
  </w:num>
  <w:num w:numId="22">
    <w:abstractNumId w:val="2"/>
  </w:num>
  <w:num w:numId="23">
    <w:abstractNumId w:val="8"/>
  </w:num>
  <w:num w:numId="24">
    <w:abstractNumId w:val="38"/>
  </w:num>
  <w:num w:numId="25">
    <w:abstractNumId w:val="45"/>
  </w:num>
  <w:num w:numId="26">
    <w:abstractNumId w:val="28"/>
  </w:num>
  <w:num w:numId="27">
    <w:abstractNumId w:val="27"/>
  </w:num>
  <w:num w:numId="28">
    <w:abstractNumId w:val="7"/>
  </w:num>
  <w:num w:numId="29">
    <w:abstractNumId w:val="20"/>
  </w:num>
  <w:num w:numId="30">
    <w:abstractNumId w:val="26"/>
  </w:num>
  <w:num w:numId="31">
    <w:abstractNumId w:val="37"/>
  </w:num>
  <w:num w:numId="32">
    <w:abstractNumId w:val="17"/>
  </w:num>
  <w:num w:numId="33">
    <w:abstractNumId w:val="11"/>
  </w:num>
  <w:num w:numId="34">
    <w:abstractNumId w:val="49"/>
  </w:num>
  <w:num w:numId="35">
    <w:abstractNumId w:val="3"/>
  </w:num>
  <w:num w:numId="36">
    <w:abstractNumId w:val="31"/>
  </w:num>
  <w:num w:numId="37">
    <w:abstractNumId w:val="25"/>
  </w:num>
  <w:num w:numId="38">
    <w:abstractNumId w:val="39"/>
  </w:num>
  <w:num w:numId="39">
    <w:abstractNumId w:val="9"/>
  </w:num>
  <w:num w:numId="40">
    <w:abstractNumId w:val="42"/>
  </w:num>
  <w:num w:numId="41">
    <w:abstractNumId w:val="22"/>
  </w:num>
  <w:num w:numId="42">
    <w:abstractNumId w:val="10"/>
  </w:num>
  <w:num w:numId="43">
    <w:abstractNumId w:val="30"/>
  </w:num>
  <w:num w:numId="44">
    <w:abstractNumId w:val="18"/>
  </w:num>
  <w:num w:numId="45">
    <w:abstractNumId w:val="46"/>
  </w:num>
  <w:num w:numId="46">
    <w:abstractNumId w:val="33"/>
  </w:num>
  <w:num w:numId="47">
    <w:abstractNumId w:val="19"/>
  </w:num>
  <w:num w:numId="48">
    <w:abstractNumId w:val="1"/>
  </w:num>
  <w:num w:numId="49">
    <w:abstractNumId w:val="14"/>
  </w:num>
  <w:num w:numId="5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216FC"/>
    <w:rsid w:val="000018F2"/>
    <w:rsid w:val="000327FF"/>
    <w:rsid w:val="0005781C"/>
    <w:rsid w:val="000F4227"/>
    <w:rsid w:val="00133B27"/>
    <w:rsid w:val="00161352"/>
    <w:rsid w:val="001A3FE7"/>
    <w:rsid w:val="001B264F"/>
    <w:rsid w:val="001C48AB"/>
    <w:rsid w:val="00222180"/>
    <w:rsid w:val="0024043A"/>
    <w:rsid w:val="002F2149"/>
    <w:rsid w:val="003343C1"/>
    <w:rsid w:val="00337D36"/>
    <w:rsid w:val="00426E33"/>
    <w:rsid w:val="004378A0"/>
    <w:rsid w:val="00463864"/>
    <w:rsid w:val="004663A0"/>
    <w:rsid w:val="00482640"/>
    <w:rsid w:val="004E461A"/>
    <w:rsid w:val="005050CE"/>
    <w:rsid w:val="00536E7C"/>
    <w:rsid w:val="005A0292"/>
    <w:rsid w:val="005E0467"/>
    <w:rsid w:val="006216FC"/>
    <w:rsid w:val="006B6E9A"/>
    <w:rsid w:val="00705749"/>
    <w:rsid w:val="00777E79"/>
    <w:rsid w:val="0086021B"/>
    <w:rsid w:val="008778C1"/>
    <w:rsid w:val="008C11AB"/>
    <w:rsid w:val="008E1F18"/>
    <w:rsid w:val="008E4D13"/>
    <w:rsid w:val="009563D8"/>
    <w:rsid w:val="009A291C"/>
    <w:rsid w:val="009A3A81"/>
    <w:rsid w:val="009B28A2"/>
    <w:rsid w:val="00A0302D"/>
    <w:rsid w:val="00A161D4"/>
    <w:rsid w:val="00A92FE7"/>
    <w:rsid w:val="00A972B2"/>
    <w:rsid w:val="00AF12C1"/>
    <w:rsid w:val="00B035D2"/>
    <w:rsid w:val="00B711FA"/>
    <w:rsid w:val="00B72536"/>
    <w:rsid w:val="00B92BA9"/>
    <w:rsid w:val="00B93B98"/>
    <w:rsid w:val="00BC6A9D"/>
    <w:rsid w:val="00C660CB"/>
    <w:rsid w:val="00C75F08"/>
    <w:rsid w:val="00C85BA6"/>
    <w:rsid w:val="00CA17F6"/>
    <w:rsid w:val="00CB2430"/>
    <w:rsid w:val="00D0336E"/>
    <w:rsid w:val="00D23705"/>
    <w:rsid w:val="00D675B6"/>
    <w:rsid w:val="00DB473C"/>
    <w:rsid w:val="00DD30FE"/>
    <w:rsid w:val="00E51767"/>
    <w:rsid w:val="00E5281E"/>
    <w:rsid w:val="00EC5C87"/>
    <w:rsid w:val="00F6401F"/>
    <w:rsid w:val="00F6776F"/>
    <w:rsid w:val="00F87087"/>
    <w:rsid w:val="00FA6121"/>
    <w:rsid w:val="00FD366E"/>
    <w:rsid w:val="00FD6C47"/>
    <w:rsid w:val="00FF6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F6401F"/>
    <w:pPr>
      <w:spacing w:line="260" w:lineRule="exact"/>
    </w:pPr>
    <w:rPr>
      <w:rFonts w:ascii="Arial" w:hAnsi="Arial"/>
      <w:szCs w:val="24"/>
    </w:rPr>
  </w:style>
  <w:style w:type="paragraph" w:styleId="Kop1">
    <w:name w:val="heading 1"/>
    <w:basedOn w:val="Standaard"/>
    <w:next w:val="Standaard"/>
    <w:qFormat/>
    <w:pPr>
      <w:keepNext/>
      <w:spacing w:before="240" w:after="60"/>
      <w:outlineLvl w:val="0"/>
    </w:pPr>
    <w:rPr>
      <w:rFonts w:cs="Arial"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pPr>
      <w:keepNext/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b/>
      <w:sz w:val="28"/>
      <w:u w:val="single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b/>
      <w:i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">
    <w:name w:val="Body Text"/>
    <w:basedOn w:val="Standaard"/>
    <w:rPr>
      <w:i/>
    </w:rPr>
  </w:style>
  <w:style w:type="paragraph" w:styleId="Plattetekstinspringen">
    <w:name w:val="Body Text Indent"/>
    <w:basedOn w:val="Standaard"/>
    <w:pPr>
      <w:ind w:left="-10"/>
    </w:pPr>
  </w:style>
  <w:style w:type="paragraph" w:styleId="Plattetekstinspringen2">
    <w:name w:val="Body Text Indent 2"/>
    <w:basedOn w:val="Standaard"/>
    <w:pPr>
      <w:ind w:left="-10"/>
    </w:pPr>
    <w:rPr>
      <w:sz w:val="16"/>
    </w:rPr>
  </w:style>
  <w:style w:type="paragraph" w:styleId="Plattetekstinspringen3">
    <w:name w:val="Body Text Indent 3"/>
    <w:basedOn w:val="Standaard"/>
    <w:pPr>
      <w:ind w:left="360"/>
    </w:pPr>
  </w:style>
  <w:style w:type="paragraph" w:styleId="Ballontekst">
    <w:name w:val="Balloon Text"/>
    <w:basedOn w:val="Standaard"/>
    <w:semiHidden/>
    <w:rsid w:val="006216FC"/>
    <w:rPr>
      <w:rFonts w:ascii="Tahoma" w:hAnsi="Tahoma" w:cs="Tahoma"/>
      <w:sz w:val="16"/>
      <w:szCs w:val="16"/>
    </w:rPr>
  </w:style>
  <w:style w:type="paragraph" w:styleId="Documentstructuur">
    <w:name w:val="Document Map"/>
    <w:basedOn w:val="Standaard"/>
    <w:semiHidden/>
    <w:rsid w:val="006B6E9A"/>
    <w:pPr>
      <w:shd w:val="clear" w:color="auto" w:fill="000080"/>
    </w:pPr>
    <w:rPr>
      <w:rFonts w:ascii="Tahoma" w:hAnsi="Tahoma" w:cs="Tahoma"/>
    </w:rPr>
  </w:style>
  <w:style w:type="character" w:styleId="Verwijzingopmerking">
    <w:name w:val="annotation reference"/>
    <w:semiHidden/>
    <w:rsid w:val="00A161D4"/>
    <w:rPr>
      <w:sz w:val="16"/>
      <w:szCs w:val="16"/>
    </w:rPr>
  </w:style>
  <w:style w:type="paragraph" w:styleId="Tekstopmerking">
    <w:name w:val="annotation text"/>
    <w:basedOn w:val="Standaard"/>
    <w:semiHidden/>
    <w:rsid w:val="00A161D4"/>
    <w:rPr>
      <w:szCs w:val="20"/>
    </w:rPr>
  </w:style>
  <w:style w:type="paragraph" w:styleId="Onderwerpvanopmerking">
    <w:name w:val="annotation subject"/>
    <w:basedOn w:val="Tekstopmerking"/>
    <w:next w:val="Tekstopmerking"/>
    <w:semiHidden/>
    <w:rsid w:val="00A161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JABLOON\Met%20logo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 logo.dot</Template>
  <TotalTime>1</TotalTime>
  <Pages>6</Pages>
  <Words>1582</Words>
  <Characters>8707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Aanvraagformulier evenementenvergunning</vt:lpstr>
    </vt:vector>
  </TitlesOfParts>
  <Company>Gemeente Oosterhout</Company>
  <LinksUpToDate>false</LinksUpToDate>
  <CharactersWithSpaces>10269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Aanvraagformulier evenementenvergunning</dc:title>
  <dc:creator>Gemeente Oosterhout</dc:creator>
  <cp:lastModifiedBy>Laura</cp:lastModifiedBy>
  <cp:revision>2</cp:revision>
  <cp:lastPrinted>2012-02-08T08:32:00Z</cp:lastPrinted>
  <dcterms:created xsi:type="dcterms:W3CDTF">2016-04-12T21:08:00Z</dcterms:created>
  <dcterms:modified xsi:type="dcterms:W3CDTF">2016-04-12T21:08:00Z</dcterms:modified>
</cp:coreProperties>
</file>